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3CE53" w14:textId="77777777" w:rsidR="00D40892" w:rsidRPr="0022342E" w:rsidRDefault="00200074" w:rsidP="00D40892">
      <w:pPr>
        <w:spacing w:after="120"/>
        <w:outlineLvl w:val="0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219089" wp14:editId="08B2ACF7">
                <wp:simplePos x="0" y="0"/>
                <wp:positionH relativeFrom="column">
                  <wp:posOffset>3720465</wp:posOffset>
                </wp:positionH>
                <wp:positionV relativeFrom="paragraph">
                  <wp:posOffset>-257175</wp:posOffset>
                </wp:positionV>
                <wp:extent cx="3321050" cy="754380"/>
                <wp:effectExtent l="0" t="0" r="12700" b="2667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7C8AC0" w14:textId="77777777" w:rsidR="00E374D2" w:rsidRPr="00DE7BE4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DE7BE4"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W#51: Composition of Functions @ Integer</w:t>
                            </w:r>
                          </w:p>
                          <w:p w14:paraId="74E3ECE5" w14:textId="77777777" w:rsidR="00E374D2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70404DA" w14:textId="77777777" w:rsidR="00E374D2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January 8</w:t>
                            </w:r>
                            <w:r w:rsidRPr="007A434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  <w:p w14:paraId="203AFC2F" w14:textId="77777777" w:rsidR="00E374D2" w:rsidRDefault="00E374D2" w:rsidP="00D40892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14:paraId="11E95A83" w14:textId="77777777" w:rsidR="00E374D2" w:rsidRPr="00FC683D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2.95pt;margin-top:-20.25pt;width:261.5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" strokeweight="1.5pt">
                <v:textbox>
                  <w:txbxContent>
                    <w:p w:rsidR="000E3BBC" w:rsidRPr="00DE7BE4" w:rsidRDefault="000E3BBC" w:rsidP="00D4089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DE7BE4">
                        <w:rPr>
                          <w:rFonts w:ascii="Cambria" w:hAnsi="Cambria"/>
                        </w:rPr>
                        <w:t>H</w:t>
                      </w:r>
                      <w:r w:rsidR="00200074">
                        <w:rPr>
                          <w:rFonts w:ascii="Cambria" w:hAnsi="Cambria"/>
                        </w:rPr>
                        <w:t>W#51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="00200074">
                        <w:rPr>
                          <w:rFonts w:ascii="Cambria" w:hAnsi="Cambria"/>
                        </w:rPr>
                        <w:t>Composition of Functions @ Integer</w:t>
                      </w:r>
                    </w:p>
                    <w:p w:rsidR="000E3BBC" w:rsidRDefault="000E3BBC" w:rsidP="00D408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0E3BBC" w:rsidRDefault="000E3BBC" w:rsidP="00D408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200074">
                        <w:rPr>
                          <w:rFonts w:ascii="Cambria" w:hAnsi="Cambria"/>
                        </w:rPr>
                        <w:t>Tuesday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200074">
                        <w:rPr>
                          <w:rFonts w:ascii="Cambria" w:hAnsi="Cambria"/>
                        </w:rPr>
                        <w:t>January 8</w:t>
                      </w:r>
                      <w:r w:rsidRPr="007A434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200074">
                        <w:rPr>
                          <w:rFonts w:ascii="Cambria" w:hAnsi="Cambria"/>
                        </w:rPr>
                        <w:t>, 2013</w:t>
                      </w:r>
                    </w:p>
                    <w:p w:rsidR="000E3BBC" w:rsidRDefault="000E3BBC" w:rsidP="00D40892">
                      <w:pPr>
                        <w:rPr>
                          <w:rFonts w:ascii="Cambria" w:hAnsi="Cambria"/>
                        </w:rPr>
                      </w:pPr>
                    </w:p>
                    <w:p w:rsidR="000E3BBC" w:rsidRPr="00FC683D" w:rsidRDefault="000E3BBC" w:rsidP="00D4089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88F1653" w14:textId="77777777" w:rsidR="00D40892" w:rsidRPr="0022342E" w:rsidRDefault="00D40892" w:rsidP="00D40892">
      <w:pPr>
        <w:spacing w:after="120"/>
        <w:outlineLvl w:val="0"/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 TP: _______</w:t>
      </w:r>
    </w:p>
    <w:p w14:paraId="345855A1" w14:textId="77777777" w:rsidR="00D40892" w:rsidRDefault="00D40892" w:rsidP="00D40892">
      <w:pPr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 </w:t>
      </w:r>
    </w:p>
    <w:p w14:paraId="3BD9D569" w14:textId="77777777" w:rsidR="00200074" w:rsidRPr="0022342E" w:rsidRDefault="00200074" w:rsidP="00D40892">
      <w:pPr>
        <w:outlineLvl w:val="0"/>
        <w:rPr>
          <w:rFonts w:ascii="Calibri" w:hAnsi="Calibri" w:cs="Calibri"/>
          <w:b/>
          <w:i/>
          <w:sz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2"/>
        <w:gridCol w:w="3601"/>
        <w:gridCol w:w="3563"/>
      </w:tblGrid>
      <w:tr w:rsidR="00200074" w:rsidRPr="00B1314A" w14:paraId="50465184" w14:textId="77777777" w:rsidTr="00544F56">
        <w:trPr>
          <w:trHeight w:val="1694"/>
        </w:trPr>
        <w:tc>
          <w:tcPr>
            <w:tcW w:w="3602" w:type="dxa"/>
          </w:tcPr>
          <w:p w14:paraId="2EDCE168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1. Let </w:t>
            </w:r>
            <w:proofErr w:type="gramStart"/>
            <w:r w:rsidRPr="00B1314A">
              <w:rPr>
                <w:rFonts w:ascii="Calibri" w:hAnsi="Calibri" w:cs="Calibri"/>
              </w:rPr>
              <w:t>f(</w:t>
            </w:r>
            <w:proofErr w:type="gramEnd"/>
            <w:r w:rsidRPr="00B1314A">
              <w:rPr>
                <w:rFonts w:ascii="Calibri" w:hAnsi="Calibri" w:cs="Calibri"/>
              </w:rPr>
              <w:t xml:space="preserve">x) = 2x- 1 and g(x)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</m:rad>
            </m:oMath>
            <w:r w:rsidRPr="00B1314A">
              <w:rPr>
                <w:rFonts w:ascii="Calibri" w:hAnsi="Calibri" w:cs="Calibri"/>
              </w:rPr>
              <w:t xml:space="preserve">.  </w:t>
            </w:r>
          </w:p>
          <w:p w14:paraId="6AC01876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Find </w:t>
            </w:r>
            <w:proofErr w:type="gramStart"/>
            <w:r w:rsidRPr="00B1314A">
              <w:rPr>
                <w:rFonts w:ascii="Calibri" w:hAnsi="Calibri" w:cs="Calibri"/>
              </w:rPr>
              <w:t>f(</w:t>
            </w:r>
            <w:proofErr w:type="gramEnd"/>
            <w:r w:rsidRPr="00B1314A">
              <w:rPr>
                <w:rFonts w:ascii="Calibri" w:hAnsi="Calibri" w:cs="Calibri"/>
              </w:rPr>
              <w:t xml:space="preserve">g(16)). </w:t>
            </w:r>
          </w:p>
          <w:p w14:paraId="66776438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0D4CB421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52A70C29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6D8A673E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1A7BA5E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4AA5AA4C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50831314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4F7FCE91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5246485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</w:tcPr>
          <w:p w14:paraId="103125F9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2. Let w(x) = </w:t>
            </w:r>
            <m:oMath>
              <m:r>
                <w:rPr>
                  <w:rFonts w:ascii="Cambria Math" w:hAnsi="Cambria Math" w:cs="Calibri"/>
                </w:rPr>
                <m:t>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+1</m:t>
              </m:r>
            </m:oMath>
            <w:r w:rsidRPr="00B1314A">
              <w:rPr>
                <w:rFonts w:ascii="Calibri" w:hAnsi="Calibri" w:cs="Calibri"/>
              </w:rPr>
              <w:t xml:space="preserve"> and r(x)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</m:rad>
            </m:oMath>
            <w:r w:rsidRPr="00B1314A">
              <w:rPr>
                <w:rFonts w:ascii="Calibri" w:hAnsi="Calibri" w:cs="Calibri"/>
              </w:rPr>
              <w:t xml:space="preserve"> </w:t>
            </w:r>
          </w:p>
          <w:p w14:paraId="488A8B69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>Find (w</w:t>
            </w:r>
            <m:oMath>
              <m:r>
                <w:rPr>
                  <w:rFonts w:ascii="Cambria Math" w:hAnsi="Cambria Math" w:cs="Calibri"/>
                </w:rPr>
                <m:t>∘</m:t>
              </m:r>
            </m:oMath>
            <w:r w:rsidRPr="00B1314A">
              <w:rPr>
                <w:rFonts w:ascii="Calibri" w:hAnsi="Calibri" w:cs="Calibri"/>
              </w:rPr>
              <w:t>r)(4).</w:t>
            </w:r>
          </w:p>
        </w:tc>
        <w:tc>
          <w:tcPr>
            <w:tcW w:w="3563" w:type="dxa"/>
          </w:tcPr>
          <w:p w14:paraId="06131FB4" w14:textId="77777777" w:rsidR="00200074" w:rsidRPr="00B1314A" w:rsidRDefault="00200074" w:rsidP="00544F56">
            <w:pPr>
              <w:rPr>
                <w:rFonts w:ascii="Calibri" w:hAnsi="Calibri"/>
              </w:rPr>
            </w:pPr>
            <w:r w:rsidRPr="00B1314A">
              <w:rPr>
                <w:rFonts w:ascii="Calibri" w:hAnsi="Calibri" w:cs="Calibri"/>
              </w:rPr>
              <w:t xml:space="preserve">3. </w:t>
            </w:r>
            <w:proofErr w:type="gramStart"/>
            <w:r w:rsidRPr="00B1314A">
              <w:rPr>
                <w:rFonts w:ascii="Calibri" w:hAnsi="Calibri"/>
              </w:rPr>
              <w:t>f</w:t>
            </w:r>
            <w:proofErr w:type="gramEnd"/>
            <w:r w:rsidRPr="00B1314A">
              <w:rPr>
                <w:rFonts w:ascii="Calibri" w:hAnsi="Calibri"/>
              </w:rPr>
              <w:t>(x) = 2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1314A">
              <w:rPr>
                <w:rFonts w:ascii="Calibri" w:hAnsi="Calibri"/>
              </w:rPr>
              <w:t xml:space="preserve"> + 4, g(x) = 3x- 3.  </w:t>
            </w:r>
            <w:r w:rsidRPr="00B1314A">
              <w:rPr>
                <w:rFonts w:ascii="Calibri" w:hAnsi="Calibri" w:cs="Arial"/>
              </w:rPr>
              <w:t xml:space="preserve">Find </w:t>
            </w:r>
            <w:proofErr w:type="gramStart"/>
            <w:r w:rsidRPr="00B1314A">
              <w:rPr>
                <w:rFonts w:ascii="Calibri" w:hAnsi="Calibri" w:cs="Arial"/>
              </w:rPr>
              <w:t>f(</w:t>
            </w:r>
            <w:proofErr w:type="gramEnd"/>
            <w:r>
              <w:rPr>
                <w:rFonts w:ascii="Calibri" w:hAnsi="Calibri" w:cs="Arial"/>
              </w:rPr>
              <w:t>g(-</w:t>
            </w:r>
            <w:r w:rsidRPr="00B1314A">
              <w:rPr>
                <w:rFonts w:ascii="Calibri" w:hAnsi="Calibri" w:cs="Arial"/>
              </w:rPr>
              <w:t>2)</w:t>
            </w:r>
            <w:r>
              <w:rPr>
                <w:rFonts w:ascii="Calibri" w:hAnsi="Calibri" w:cs="Arial"/>
              </w:rPr>
              <w:t>)</w:t>
            </w:r>
            <w:r w:rsidRPr="00B1314A">
              <w:rPr>
                <w:rFonts w:ascii="Calibri" w:hAnsi="Calibri" w:cs="Arial"/>
              </w:rPr>
              <w:t>.</w:t>
            </w:r>
          </w:p>
          <w:p w14:paraId="26B3E6BA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5EA73919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</w:tc>
      </w:tr>
      <w:tr w:rsidR="00200074" w:rsidRPr="00B1314A" w14:paraId="19FF0FB7" w14:textId="77777777" w:rsidTr="00544F56">
        <w:trPr>
          <w:trHeight w:val="1759"/>
        </w:trPr>
        <w:tc>
          <w:tcPr>
            <w:tcW w:w="3602" w:type="dxa"/>
          </w:tcPr>
          <w:p w14:paraId="34B22233" w14:textId="77777777" w:rsidR="00200074" w:rsidRPr="00B1314A" w:rsidRDefault="00200074" w:rsidP="00544F56">
            <w:pPr>
              <w:rPr>
                <w:rFonts w:ascii="Calibri" w:hAnsi="Calibri"/>
              </w:rPr>
            </w:pPr>
            <w:r w:rsidRPr="00B1314A">
              <w:rPr>
                <w:rFonts w:ascii="Calibri" w:hAnsi="Calibri" w:cs="Calibri"/>
              </w:rPr>
              <w:t xml:space="preserve">4. </w:t>
            </w:r>
            <w:proofErr w:type="gramStart"/>
            <w:r w:rsidRPr="00B1314A">
              <w:rPr>
                <w:rFonts w:ascii="Calibri" w:hAnsi="Calibri"/>
              </w:rPr>
              <w:t>f</w:t>
            </w:r>
            <w:proofErr w:type="gramEnd"/>
            <w:r w:rsidRPr="00B1314A">
              <w:rPr>
                <w:rFonts w:ascii="Calibri" w:hAnsi="Calibri"/>
              </w:rPr>
              <w:t>(x)= 3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1314A">
              <w:rPr>
                <w:rFonts w:ascii="Calibri" w:hAnsi="Calibri"/>
              </w:rPr>
              <w:t xml:space="preserve"> + 2x -</w:t>
            </w:r>
            <w:r>
              <w:rPr>
                <w:rFonts w:ascii="Calibri" w:hAnsi="Calibri"/>
              </w:rPr>
              <w:t>1, g(x) = 2x - 4  Find f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>
              <w:rPr>
                <w:position w:val="-6"/>
              </w:rPr>
              <w:t xml:space="preserve"> </w:t>
            </w:r>
            <w:r>
              <w:rPr>
                <w:rFonts w:ascii="Calibri" w:hAnsi="Calibri"/>
              </w:rPr>
              <w:t>g(3).</w:t>
            </w:r>
          </w:p>
          <w:p w14:paraId="30D6D1EC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3C402AF1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04BC4216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453FF400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41806BB5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6B0D212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877FC24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2E10D7CE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5733D4DF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3601" w:type="dxa"/>
          </w:tcPr>
          <w:p w14:paraId="7A7A6372" w14:textId="77777777" w:rsidR="00C0379D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5. Let </w:t>
            </w:r>
            <w:proofErr w:type="gramStart"/>
            <w:r w:rsidRPr="00B1314A">
              <w:rPr>
                <w:rFonts w:ascii="Calibri" w:hAnsi="Calibri" w:cs="Calibri"/>
              </w:rPr>
              <w:t>w(</w:t>
            </w:r>
            <w:proofErr w:type="gramEnd"/>
            <w:r w:rsidRPr="00B1314A">
              <w:rPr>
                <w:rFonts w:ascii="Calibri" w:hAnsi="Calibri" w:cs="Calibri"/>
              </w:rPr>
              <w:t xml:space="preserve">x) =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+1</m:t>
              </m:r>
            </m:oMath>
            <w:r w:rsidRPr="00B1314A">
              <w:rPr>
                <w:rFonts w:ascii="Calibri" w:hAnsi="Calibri" w:cs="Calibri"/>
              </w:rPr>
              <w:t xml:space="preserve">.  Find </w:t>
            </w:r>
          </w:p>
          <w:p w14:paraId="444616F5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proofErr w:type="gramStart"/>
            <w:r w:rsidRPr="00B1314A">
              <w:rPr>
                <w:rFonts w:ascii="Calibri" w:hAnsi="Calibri" w:cs="Calibri"/>
              </w:rPr>
              <w:t>w</w:t>
            </w:r>
            <w:proofErr w:type="gramEnd"/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="00C0379D">
              <w:rPr>
                <w:rFonts w:ascii="Calibri" w:hAnsi="Calibri" w:cs="Calibri"/>
              </w:rPr>
              <w:t>w</w:t>
            </w:r>
            <w:r w:rsidRPr="00B1314A">
              <w:rPr>
                <w:rFonts w:ascii="Calibri" w:hAnsi="Calibri" w:cs="Calibri"/>
              </w:rPr>
              <w:t>(</w:t>
            </w:r>
            <w:r w:rsidR="00C0379D">
              <w:rPr>
                <w:rFonts w:ascii="Calibri" w:hAnsi="Calibri" w:cs="Calibri"/>
              </w:rPr>
              <w:t>-</w:t>
            </w:r>
            <w:r w:rsidRPr="00B1314A">
              <w:rPr>
                <w:rFonts w:ascii="Calibri" w:hAnsi="Calibri" w:cs="Calibri"/>
              </w:rPr>
              <w:t>4).</w:t>
            </w:r>
          </w:p>
        </w:tc>
        <w:tc>
          <w:tcPr>
            <w:tcW w:w="3563" w:type="dxa"/>
          </w:tcPr>
          <w:p w14:paraId="4FEB894C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6. Let </w:t>
            </w:r>
            <w:proofErr w:type="gramStart"/>
            <w:r w:rsidRPr="00B1314A">
              <w:rPr>
                <w:rFonts w:ascii="Calibri" w:hAnsi="Calibri" w:cs="Calibri"/>
              </w:rPr>
              <w:t>j(</w:t>
            </w:r>
            <w:proofErr w:type="gramEnd"/>
            <w:r w:rsidRPr="00B1314A">
              <w:rPr>
                <w:rFonts w:ascii="Calibri" w:hAnsi="Calibri" w:cs="Calibri"/>
              </w:rPr>
              <w:t xml:space="preserve">x) = </w:t>
            </w:r>
            <m:oMath>
              <m:r>
                <w:rPr>
                  <w:rFonts w:ascii="Cambria Math" w:hAnsi="Cambria Math" w:cs="Calibri"/>
                </w:rPr>
                <m:t>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+x</m:t>
              </m:r>
            </m:oMath>
            <w:r w:rsidRPr="00B1314A">
              <w:rPr>
                <w:rFonts w:ascii="Calibri" w:hAnsi="Calibri" w:cs="Calibri"/>
              </w:rPr>
              <w:t xml:space="preserve">.  Find </w:t>
            </w:r>
            <w:proofErr w:type="gramStart"/>
            <w:r w:rsidRPr="00B1314A">
              <w:rPr>
                <w:rFonts w:ascii="Calibri" w:hAnsi="Calibri" w:cs="Calibri"/>
              </w:rPr>
              <w:t>j</w:t>
            </w:r>
            <w:r w:rsidR="00C0379D">
              <w:rPr>
                <w:rFonts w:ascii="Calibri" w:hAnsi="Calibri" w:cs="Calibri"/>
              </w:rPr>
              <w:t>(</w:t>
            </w:r>
            <w:proofErr w:type="gramEnd"/>
            <w:r w:rsidR="00C0379D">
              <w:rPr>
                <w:rFonts w:ascii="Calibri" w:hAnsi="Calibri" w:cs="Calibri"/>
              </w:rPr>
              <w:t>j</w:t>
            </w:r>
            <w:r w:rsidRPr="00B1314A">
              <w:rPr>
                <w:rFonts w:ascii="Calibri" w:hAnsi="Calibri" w:cs="Calibri"/>
              </w:rPr>
              <w:t>(3)</w:t>
            </w:r>
            <w:r w:rsidR="00C0379D">
              <w:rPr>
                <w:rFonts w:ascii="Calibri" w:hAnsi="Calibri" w:cs="Calibri"/>
              </w:rPr>
              <w:t>)</w:t>
            </w:r>
            <w:r w:rsidRPr="00B1314A">
              <w:rPr>
                <w:rFonts w:ascii="Calibri" w:hAnsi="Calibri" w:cs="Calibri"/>
              </w:rPr>
              <w:t>.</w:t>
            </w:r>
          </w:p>
        </w:tc>
      </w:tr>
      <w:tr w:rsidR="00200074" w:rsidRPr="00B1314A" w14:paraId="37486C22" w14:textId="77777777" w:rsidTr="00544F56">
        <w:trPr>
          <w:trHeight w:val="1759"/>
        </w:trPr>
        <w:tc>
          <w:tcPr>
            <w:tcW w:w="3602" w:type="dxa"/>
          </w:tcPr>
          <w:p w14:paraId="690A908E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7. Let f(x) = 2x + 5 and g(x) = x-8.  </w:t>
            </w:r>
          </w:p>
          <w:p w14:paraId="555896D0" w14:textId="77777777" w:rsidR="00C0379D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Find f(g(3)) </w:t>
            </w:r>
          </w:p>
          <w:p w14:paraId="429E93BC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58967BE5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01BEFE9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6ACF90D0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37F36D3B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10B2390B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0430ED9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79D68FB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7CD15054" w14:textId="77777777" w:rsidR="00200074" w:rsidRPr="00B1314A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g(f(3))</w:t>
            </w:r>
          </w:p>
          <w:p w14:paraId="05039CFB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6AA0366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351656D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14ACECBA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49026539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7BF22ABF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145EE8EF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181AE2EE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5A809096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  <w:p w14:paraId="1137B950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</w:tcPr>
          <w:p w14:paraId="21CCFE57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8. Let </w:t>
            </w:r>
            <w:proofErr w:type="gramStart"/>
            <w:r w:rsidRPr="00B1314A">
              <w:rPr>
                <w:rFonts w:ascii="Calibri" w:hAnsi="Calibri" w:cs="Calibri"/>
              </w:rPr>
              <w:t>p(</w:t>
            </w:r>
            <w:proofErr w:type="gramEnd"/>
            <w:r w:rsidRPr="00B1314A">
              <w:rPr>
                <w:rFonts w:ascii="Calibri" w:hAnsi="Calibri" w:cs="Calibri"/>
              </w:rPr>
              <w:t xml:space="preserve">x) =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+x</m:t>
              </m:r>
            </m:oMath>
            <w:r w:rsidRPr="00B1314A">
              <w:rPr>
                <w:rFonts w:ascii="Calibri" w:hAnsi="Calibri" w:cs="Calibri"/>
              </w:rPr>
              <w:t xml:space="preserve"> and r(x)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</m:rad>
            </m:oMath>
            <w:r w:rsidRPr="00B1314A">
              <w:rPr>
                <w:rFonts w:ascii="Calibri" w:hAnsi="Calibri" w:cs="Calibri"/>
              </w:rPr>
              <w:t>.</w:t>
            </w:r>
          </w:p>
          <w:p w14:paraId="504625FF" w14:textId="77777777" w:rsidR="00C0379D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</w:t>
            </w:r>
            <w:r w:rsidR="00200074" w:rsidRPr="00B1314A">
              <w:rPr>
                <w:rFonts w:ascii="Calibri" w:hAnsi="Calibri" w:cs="Calibri"/>
              </w:rPr>
              <w:t>Find (p</w:t>
            </w:r>
            <m:oMath>
              <m:r>
                <w:rPr>
                  <w:rFonts w:ascii="Cambria Math" w:hAnsi="Cambria Math" w:cs="Calibri"/>
                </w:rPr>
                <m:t>∘</m:t>
              </m:r>
            </m:oMath>
            <w:r>
              <w:rPr>
                <w:rFonts w:ascii="Calibri" w:hAnsi="Calibri" w:cs="Calibri"/>
              </w:rPr>
              <w:t xml:space="preserve">r)(4) </w:t>
            </w:r>
          </w:p>
          <w:p w14:paraId="2E2C9209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7EEB3A68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12CB180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AA24FF2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FE1C597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366010F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1B434FB4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00556929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67B00948" w14:textId="77777777" w:rsidR="00200074" w:rsidRPr="001F5D98" w:rsidRDefault="00C0379D" w:rsidP="00544F5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</w:rPr>
              <w:t>b)</w:t>
            </w:r>
            <w:r w:rsidR="00200074" w:rsidRPr="00B1314A">
              <w:rPr>
                <w:rFonts w:ascii="Calibri" w:hAnsi="Calibri" w:cs="Calibri"/>
              </w:rPr>
              <w:t xml:space="preserve"> (</w:t>
            </w:r>
            <w:proofErr w:type="gramStart"/>
            <w:r w:rsidR="00200074" w:rsidRPr="00B1314A">
              <w:rPr>
                <w:rFonts w:ascii="Calibri" w:hAnsi="Calibri" w:cs="Calibri"/>
              </w:rPr>
              <w:t>r</w:t>
            </w:r>
            <m:oMath>
              <m:r>
                <w:rPr>
                  <w:rFonts w:ascii="Cambria Math" w:hAnsi="Cambria Math" w:cs="Calibri"/>
                </w:rPr>
                <m:t>∘</m:t>
              </m:r>
            </m:oMath>
            <w:r w:rsidR="00200074" w:rsidRPr="00B1314A">
              <w:rPr>
                <w:rFonts w:ascii="Calibri" w:hAnsi="Calibri" w:cs="Calibri"/>
              </w:rPr>
              <w:t>p</w:t>
            </w:r>
            <w:proofErr w:type="gramEnd"/>
            <w:r w:rsidR="00200074" w:rsidRPr="00B1314A">
              <w:rPr>
                <w:rFonts w:ascii="Calibri" w:hAnsi="Calibri" w:cs="Calibri"/>
              </w:rPr>
              <w:t xml:space="preserve">)(4) </w:t>
            </w:r>
            <w:r w:rsidR="001F5D98">
              <w:rPr>
                <w:rFonts w:ascii="Calibri" w:hAnsi="Calibri" w:cs="Calibri"/>
              </w:rPr>
              <w:t xml:space="preserve">– </w:t>
            </w:r>
            <w:r w:rsidR="001F5D98">
              <w:rPr>
                <w:rFonts w:ascii="Calibri" w:hAnsi="Calibri" w:cs="Calibri"/>
                <w:i/>
              </w:rPr>
              <w:t>Leave in radical form!</w:t>
            </w:r>
          </w:p>
        </w:tc>
        <w:tc>
          <w:tcPr>
            <w:tcW w:w="3563" w:type="dxa"/>
          </w:tcPr>
          <w:p w14:paraId="6761029F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  <w:r w:rsidRPr="00B1314A">
              <w:rPr>
                <w:rFonts w:ascii="Calibri" w:hAnsi="Calibri" w:cs="Calibri"/>
              </w:rPr>
              <w:t xml:space="preserve">9. Let f(x) = 3x + 2 and g(x) = x+ 2.  </w:t>
            </w:r>
          </w:p>
          <w:p w14:paraId="0FAE7278" w14:textId="77777777" w:rsidR="00C0379D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</w:t>
            </w:r>
            <w:r w:rsidR="00200074" w:rsidRPr="00B1314A">
              <w:rPr>
                <w:rFonts w:ascii="Calibri" w:hAnsi="Calibri" w:cs="Calibri"/>
              </w:rPr>
              <w:t xml:space="preserve">Find f(g(-2)) </w:t>
            </w:r>
          </w:p>
          <w:p w14:paraId="326A1DDE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C0890F0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5FACFF02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0ABFD5EF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7C7EDC01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9CB1CAF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70182509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6951C4B3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00F3FFBE" w14:textId="77777777" w:rsidR="00200074" w:rsidRPr="00B1314A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 g(f(-2))</w:t>
            </w:r>
          </w:p>
          <w:p w14:paraId="2BA6C10A" w14:textId="77777777" w:rsidR="00200074" w:rsidRPr="00B1314A" w:rsidRDefault="00200074" w:rsidP="00544F56">
            <w:pPr>
              <w:rPr>
                <w:rFonts w:ascii="Calibri" w:hAnsi="Calibri" w:cs="Calibri"/>
              </w:rPr>
            </w:pPr>
          </w:p>
        </w:tc>
      </w:tr>
    </w:tbl>
    <w:p w14:paraId="70692EFA" w14:textId="77777777" w:rsidR="00D40892" w:rsidRDefault="00D40892" w:rsidP="00D40892">
      <w:pPr>
        <w:tabs>
          <w:tab w:val="left" w:pos="8565"/>
        </w:tabs>
        <w:outlineLvl w:val="0"/>
        <w:rPr>
          <w:rFonts w:ascii="Calibri" w:hAnsi="Calibri" w:cs="Calibri"/>
          <w:b/>
          <w:i/>
          <w:sz w:val="22"/>
        </w:rPr>
      </w:pPr>
      <w:r w:rsidRPr="0022342E">
        <w:rPr>
          <w:rFonts w:ascii="Calibri" w:hAnsi="Calibri" w:cs="Calibri"/>
          <w:b/>
          <w:i/>
          <w:sz w:val="22"/>
        </w:rPr>
        <w:lastRenderedPageBreak/>
        <w:t xml:space="preserve"> </w:t>
      </w:r>
    </w:p>
    <w:p w14:paraId="0E3C0E15" w14:textId="77777777" w:rsidR="00691B0E" w:rsidRDefault="00691B0E" w:rsidP="00D40892">
      <w:pPr>
        <w:rPr>
          <w:rFonts w:ascii="Calibri" w:hAnsi="Calibri" w:cs="Calibri"/>
        </w:rPr>
      </w:pPr>
    </w:p>
    <w:p w14:paraId="30F4E66A" w14:textId="77777777" w:rsidR="00691B0E" w:rsidRDefault="00691B0E" w:rsidP="00D40892">
      <w:pPr>
        <w:rPr>
          <w:rFonts w:ascii="Calibri" w:hAnsi="Calibri" w:cs="Calibri"/>
        </w:rPr>
      </w:pPr>
    </w:p>
    <w:p w14:paraId="3E383F7C" w14:textId="77777777" w:rsidR="00691B0E" w:rsidRDefault="00691B0E" w:rsidP="00D40892">
      <w:pPr>
        <w:rPr>
          <w:rFonts w:ascii="Calibri" w:hAnsi="Calibri" w:cs="Calibri"/>
        </w:rPr>
      </w:pPr>
    </w:p>
    <w:p w14:paraId="0EE83CC2" w14:textId="77777777" w:rsidR="00691B0E" w:rsidRDefault="00691B0E" w:rsidP="00D40892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91B0E" w14:paraId="568B6765" w14:textId="77777777" w:rsidTr="00691B0E">
        <w:tc>
          <w:tcPr>
            <w:tcW w:w="5508" w:type="dxa"/>
          </w:tcPr>
          <w:p w14:paraId="7E6FA79A" w14:textId="77777777" w:rsidR="00691B0E" w:rsidRDefault="00691B0E" w:rsidP="00691B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10. Factor: </w:t>
            </w:r>
            <w:r w:rsidRPr="00691B0E">
              <w:rPr>
                <w:rFonts w:ascii="Calibri" w:hAnsi="Calibri" w:cs="Calibri"/>
                <w:position w:val="-6"/>
              </w:rPr>
              <w:object w:dxaOrig="1080" w:dyaOrig="320" w14:anchorId="49A247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54.6pt;height:16.15pt" o:ole="">
                  <v:imagedata r:id="rId9" o:title=""/>
                </v:shape>
                <o:OLEObject Type="Embed" ProgID="Equation.3" ShapeID="_x0000_i1034" DrawAspect="Content" ObjectID="_1292626971" r:id="rId10"/>
              </w:object>
            </w:r>
          </w:p>
        </w:tc>
        <w:tc>
          <w:tcPr>
            <w:tcW w:w="5508" w:type="dxa"/>
          </w:tcPr>
          <w:p w14:paraId="1C7DC9F1" w14:textId="77777777" w:rsidR="00691B0E" w:rsidRDefault="00691B0E" w:rsidP="00D408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 Find the sum of the solutions to the equation:</w:t>
            </w:r>
          </w:p>
          <w:p w14:paraId="20B8D3EE" w14:textId="77777777" w:rsidR="00691B0E" w:rsidRDefault="00691B0E" w:rsidP="00691B0E">
            <w:pPr>
              <w:jc w:val="center"/>
              <w:rPr>
                <w:rFonts w:ascii="Calibri" w:hAnsi="Calibri" w:cs="Calibri"/>
              </w:rPr>
            </w:pPr>
            <w:r w:rsidRPr="00691B0E">
              <w:rPr>
                <w:rFonts w:ascii="Calibri" w:hAnsi="Calibri" w:cs="Calibri"/>
                <w:position w:val="-6"/>
              </w:rPr>
              <w:object w:dxaOrig="1180" w:dyaOrig="320" w14:anchorId="71988722">
                <v:shape id="_x0000_i1040" type="#_x0000_t75" style="width:59.6pt;height:16.15pt" o:ole="">
                  <v:imagedata r:id="rId11" o:title=""/>
                </v:shape>
                <o:OLEObject Type="Embed" ProgID="Equation.3" ShapeID="_x0000_i1040" DrawAspect="Content" ObjectID="_1292626972" r:id="rId12"/>
              </w:object>
            </w:r>
          </w:p>
          <w:p w14:paraId="6DA71FD5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3F7D2E6F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406B1C22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68232CF3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288055FF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5E6FEACE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068FD282" w14:textId="77777777" w:rsidR="00691B0E" w:rsidRDefault="00691B0E" w:rsidP="00D40892">
            <w:pPr>
              <w:rPr>
                <w:rFonts w:ascii="Calibri" w:hAnsi="Calibri" w:cs="Calibri"/>
              </w:rPr>
            </w:pPr>
          </w:p>
        </w:tc>
      </w:tr>
      <w:tr w:rsidR="00691B0E" w14:paraId="1CD92904" w14:textId="77777777" w:rsidTr="00544F56">
        <w:tc>
          <w:tcPr>
            <w:tcW w:w="11016" w:type="dxa"/>
            <w:gridSpan w:val="2"/>
          </w:tcPr>
          <w:p w14:paraId="3D0A60F0" w14:textId="77777777" w:rsidR="00691B0E" w:rsidRDefault="00691B0E" w:rsidP="00D408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12. A ball is kicked upward.  It is h feet above the ground t seconds after it is kicked.  The relationship between h and t is given by the equation </w:t>
            </w:r>
            <w:r w:rsidRPr="00691B0E">
              <w:rPr>
                <w:rFonts w:ascii="Calibri" w:hAnsi="Calibri" w:cs="Calibri"/>
                <w:position w:val="-6"/>
              </w:rPr>
              <w:object w:dxaOrig="1340" w:dyaOrig="320" w14:anchorId="03852714">
                <v:shape id="_x0000_i1048" type="#_x0000_t75" style="width:67.05pt;height:16.15pt" o:ole="">
                  <v:imagedata r:id="rId13" o:title=""/>
                </v:shape>
                <o:OLEObject Type="Embed" ProgID="Equation.3" ShapeID="_x0000_i1048" DrawAspect="Content" ObjectID="_1292626973" r:id="rId14"/>
              </w:object>
            </w:r>
            <w:r>
              <w:rPr>
                <w:rFonts w:ascii="Calibri" w:hAnsi="Calibri" w:cs="Calibri"/>
              </w:rPr>
              <w:t xml:space="preserve">. </w:t>
            </w:r>
          </w:p>
          <w:p w14:paraId="5235A975" w14:textId="77777777" w:rsidR="00691B0E" w:rsidRDefault="00691B0E" w:rsidP="00D408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a. What is the max height of the ball? </w:t>
            </w:r>
          </w:p>
          <w:p w14:paraId="6FB2D846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3B1FEF6A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53308442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074EAE26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707B96EF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505A3254" w14:textId="77777777" w:rsidR="00691B0E" w:rsidRDefault="00691B0E" w:rsidP="00D408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How many feet above the ground is the ball 2 seconds after it is kicked?</w:t>
            </w:r>
          </w:p>
          <w:p w14:paraId="2F49A2BF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36F5583F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7D474113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31986E17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3FC42952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6371F4C5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25C81C6F" w14:textId="77777777" w:rsidR="00691B0E" w:rsidRDefault="00691B0E" w:rsidP="00D40892">
            <w:pPr>
              <w:rPr>
                <w:rFonts w:ascii="Calibri" w:hAnsi="Calibri" w:cs="Calibri"/>
              </w:rPr>
            </w:pPr>
          </w:p>
          <w:p w14:paraId="08F79343" w14:textId="77777777" w:rsidR="00691B0E" w:rsidRDefault="00691B0E" w:rsidP="00D40892">
            <w:pPr>
              <w:rPr>
                <w:rFonts w:ascii="Calibri" w:hAnsi="Calibri" w:cs="Calibri"/>
              </w:rPr>
            </w:pPr>
          </w:p>
        </w:tc>
      </w:tr>
      <w:tr w:rsidR="00691B0E" w14:paraId="0190E2CC" w14:textId="77777777" w:rsidTr="00691B0E">
        <w:tc>
          <w:tcPr>
            <w:tcW w:w="5508" w:type="dxa"/>
          </w:tcPr>
          <w:p w14:paraId="5207305B" w14:textId="77777777" w:rsidR="00691B0E" w:rsidRDefault="00691B0E" w:rsidP="00691B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14. For what value of x, if any, is the equation </w:t>
            </w:r>
            <w:r w:rsidRPr="00691B0E">
              <w:rPr>
                <w:rFonts w:ascii="Calibri" w:hAnsi="Calibri" w:cs="Calibri"/>
                <w:position w:val="-10"/>
              </w:rPr>
              <w:object w:dxaOrig="1680" w:dyaOrig="360" w14:anchorId="2638EA55">
                <v:shape id="_x0000_i1055" type="#_x0000_t75" style="width:84.4pt;height:18.6pt" o:ole="">
                  <v:imagedata r:id="rId15" o:title=""/>
                </v:shape>
                <o:OLEObject Type="Embed" ProgID="Equation.3" ShapeID="_x0000_i1055" DrawAspect="Content" ObjectID="_1292626974" r:id="rId16"/>
              </w:object>
            </w:r>
          </w:p>
          <w:p w14:paraId="78D6EBD8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6822C709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193A90FE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76D92940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0410794F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070A8553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39A9686A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33178B3E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2945901C" w14:textId="77777777" w:rsidR="00691B0E" w:rsidRDefault="00691B0E" w:rsidP="00691B0E">
            <w:pPr>
              <w:rPr>
                <w:rFonts w:ascii="Calibri" w:hAnsi="Calibri" w:cs="Calibri"/>
              </w:rPr>
            </w:pPr>
          </w:p>
          <w:p w14:paraId="6CB639B1" w14:textId="77777777" w:rsidR="00691B0E" w:rsidRDefault="00691B0E" w:rsidP="00691B0E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</w:tcPr>
          <w:p w14:paraId="25D02BFF" w14:textId="77777777" w:rsidR="00691B0E" w:rsidRDefault="00691B0E" w:rsidP="00D4089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15. Find the solutions to the equation: </w:t>
            </w:r>
            <w:r w:rsidRPr="00691B0E">
              <w:rPr>
                <w:rFonts w:ascii="Calibri" w:hAnsi="Calibri" w:cs="Calibri"/>
                <w:position w:val="-6"/>
              </w:rPr>
              <w:object w:dxaOrig="1200" w:dyaOrig="320" w14:anchorId="70827DF7">
                <v:shape id="_x0000_i1058" type="#_x0000_t75" style="width:59.6pt;height:16.15pt" o:ole="">
                  <v:imagedata r:id="rId17" o:title=""/>
                </v:shape>
                <o:OLEObject Type="Embed" ProgID="Equation.3" ShapeID="_x0000_i1058" DrawAspect="Content" ObjectID="_1292626975" r:id="rId18"/>
              </w:object>
            </w:r>
          </w:p>
          <w:p w14:paraId="3E34904E" w14:textId="77777777" w:rsidR="00691B0E" w:rsidRDefault="00691B0E" w:rsidP="00D40892">
            <w:pPr>
              <w:rPr>
                <w:rFonts w:ascii="Calibri" w:hAnsi="Calibri" w:cs="Calibri"/>
              </w:rPr>
            </w:pPr>
          </w:p>
        </w:tc>
      </w:tr>
    </w:tbl>
    <w:p w14:paraId="2E595326" w14:textId="77777777" w:rsidR="00691B0E" w:rsidRDefault="00691B0E" w:rsidP="00D40892">
      <w:pPr>
        <w:rPr>
          <w:rFonts w:ascii="Calibri" w:hAnsi="Calibri" w:cs="Calibri"/>
        </w:rPr>
      </w:pPr>
    </w:p>
    <w:p w14:paraId="33D7A4A2" w14:textId="77777777" w:rsidR="00691B0E" w:rsidRDefault="00691B0E" w:rsidP="00D40892">
      <w:pPr>
        <w:rPr>
          <w:rFonts w:ascii="Calibri" w:hAnsi="Calibri" w:cs="Calibri"/>
        </w:rPr>
      </w:pPr>
    </w:p>
    <w:p w14:paraId="72D3B94C" w14:textId="77777777" w:rsidR="00691B0E" w:rsidRDefault="00691B0E" w:rsidP="00D40892">
      <w:pPr>
        <w:rPr>
          <w:rFonts w:ascii="Calibri" w:hAnsi="Calibri" w:cs="Calibri"/>
        </w:rPr>
      </w:pPr>
    </w:p>
    <w:p w14:paraId="3F788405" w14:textId="77777777" w:rsidR="00691B0E" w:rsidRDefault="00691B0E" w:rsidP="00D40892">
      <w:pPr>
        <w:rPr>
          <w:rFonts w:ascii="Calibri" w:hAnsi="Calibri" w:cs="Calibri"/>
        </w:rPr>
      </w:pPr>
    </w:p>
    <w:p w14:paraId="0D6D892A" w14:textId="77777777" w:rsidR="00691B0E" w:rsidRDefault="00691B0E" w:rsidP="00D40892">
      <w:pPr>
        <w:rPr>
          <w:rFonts w:ascii="Calibri" w:hAnsi="Calibri" w:cs="Calibri"/>
        </w:rPr>
      </w:pPr>
    </w:p>
    <w:p w14:paraId="3E33BF77" w14:textId="77777777" w:rsidR="00691B0E" w:rsidRDefault="00691B0E" w:rsidP="00D40892">
      <w:pPr>
        <w:rPr>
          <w:rFonts w:ascii="Calibri" w:hAnsi="Calibri" w:cs="Calibri"/>
        </w:rPr>
      </w:pPr>
    </w:p>
    <w:p w14:paraId="6244FC57" w14:textId="77777777" w:rsidR="00691B0E" w:rsidRDefault="00691B0E" w:rsidP="00D40892">
      <w:pPr>
        <w:rPr>
          <w:rFonts w:ascii="Calibri" w:hAnsi="Calibri" w:cs="Calibri"/>
        </w:rPr>
      </w:pPr>
    </w:p>
    <w:p w14:paraId="0B9173B8" w14:textId="77777777" w:rsidR="00D40892" w:rsidRPr="0022342E" w:rsidRDefault="00200074" w:rsidP="00D40892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276AAF" wp14:editId="5834A273">
                <wp:simplePos x="0" y="0"/>
                <wp:positionH relativeFrom="column">
                  <wp:posOffset>3846195</wp:posOffset>
                </wp:positionH>
                <wp:positionV relativeFrom="paragraph">
                  <wp:posOffset>-314325</wp:posOffset>
                </wp:positionV>
                <wp:extent cx="3321050" cy="675640"/>
                <wp:effectExtent l="0" t="0" r="12700" b="10160"/>
                <wp:wrapNone/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D3494B" w14:textId="77777777" w:rsidR="00E374D2" w:rsidRPr="00AE3AE9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HW#52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C6626E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Composition of Functions as Expressions</w:t>
                            </w:r>
                          </w:p>
                          <w:p w14:paraId="3EAF938B" w14:textId="77777777" w:rsidR="00E374D2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0BC1868" w14:textId="77777777" w:rsidR="00E374D2" w:rsidRPr="00FC683D" w:rsidRDefault="00E374D2" w:rsidP="00D408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January 9</w:t>
                            </w:r>
                            <w:r w:rsidRPr="00DA19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302.85pt;margin-top:-24.75pt;width:261.5pt;height:5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" strokeweight="1.5pt">
                <v:textbox>
                  <w:txbxContent>
                    <w:p w:rsidR="000E3BBC" w:rsidRPr="00AE3AE9" w:rsidRDefault="000E3BBC" w:rsidP="00D40892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="00200074">
                        <w:rPr>
                          <w:rFonts w:ascii="Cambria" w:hAnsi="Cambria"/>
                          <w:sz w:val="22"/>
                          <w:szCs w:val="22"/>
                        </w:rPr>
                        <w:t>W#52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 w:rsidR="001F5D98" w:rsidRPr="00C6626E">
                        <w:rPr>
                          <w:rFonts w:ascii="Cambria" w:hAnsi="Cambria"/>
                          <w:sz w:val="22"/>
                          <w:szCs w:val="22"/>
                        </w:rPr>
                        <w:t>Composition of Functions as Expressions</w:t>
                      </w:r>
                    </w:p>
                    <w:p w:rsidR="000E3BBC" w:rsidRDefault="000E3BBC" w:rsidP="00D408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0E3BBC" w:rsidRPr="00FC683D" w:rsidRDefault="000E3BBC" w:rsidP="00D408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200074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200074">
                        <w:rPr>
                          <w:rFonts w:ascii="Cambria" w:hAnsi="Cambria"/>
                        </w:rPr>
                        <w:t>January 9</w:t>
                      </w:r>
                      <w:r w:rsidRPr="00DA19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200074"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1112B6" w14:textId="77777777" w:rsidR="00D40892" w:rsidRPr="0022342E" w:rsidRDefault="00D40892" w:rsidP="00D40892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</w:t>
      </w:r>
      <w:r>
        <w:rPr>
          <w:rFonts w:ascii="Calibri" w:hAnsi="Calibri" w:cs="Calibri"/>
        </w:rPr>
        <w:t>_________________________</w:t>
      </w:r>
      <w:r w:rsidRPr="0022342E">
        <w:rPr>
          <w:rFonts w:ascii="Calibri" w:hAnsi="Calibri" w:cs="Calibri"/>
        </w:rPr>
        <w:t>______ TP: _______</w:t>
      </w:r>
    </w:p>
    <w:p w14:paraId="3807CB26" w14:textId="77777777" w:rsidR="00D40892" w:rsidRPr="0022342E" w:rsidRDefault="00D40892" w:rsidP="00D40892">
      <w:pPr>
        <w:outlineLvl w:val="0"/>
        <w:rPr>
          <w:rFonts w:ascii="Calibri" w:hAnsi="Calibri" w:cs="Calibri"/>
          <w:b/>
          <w:sz w:val="22"/>
        </w:rPr>
      </w:pPr>
    </w:p>
    <w:p w14:paraId="1E095463" w14:textId="77777777" w:rsidR="00D40892" w:rsidRDefault="00D40892" w:rsidP="00D40892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2"/>
        <w:gridCol w:w="1726"/>
        <w:gridCol w:w="1875"/>
        <w:gridCol w:w="3563"/>
      </w:tblGrid>
      <w:tr w:rsidR="00C0379D" w:rsidRPr="00B1314A" w14:paraId="79F53072" w14:textId="77777777" w:rsidTr="00544F56">
        <w:trPr>
          <w:trHeight w:val="1759"/>
        </w:trPr>
        <w:tc>
          <w:tcPr>
            <w:tcW w:w="3602" w:type="dxa"/>
          </w:tcPr>
          <w:p w14:paraId="66F71CCD" w14:textId="77777777" w:rsidR="00C0379D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B1314A">
              <w:rPr>
                <w:rFonts w:ascii="Calibri" w:hAnsi="Calibri" w:cs="Calibri"/>
              </w:rPr>
              <w:t xml:space="preserve">. Let e(x)=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+x</m:t>
              </m:r>
            </m:oMath>
            <w:r w:rsidRPr="00B1314A">
              <w:rPr>
                <w:rFonts w:ascii="Calibri" w:hAnsi="Calibri" w:cs="Calibri"/>
              </w:rPr>
              <w:t xml:space="preserve"> and </w:t>
            </w:r>
          </w:p>
          <w:p w14:paraId="3118BF36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  <w:proofErr w:type="gramStart"/>
            <w:r w:rsidRPr="00B1314A">
              <w:rPr>
                <w:rFonts w:ascii="Calibri" w:hAnsi="Calibri" w:cs="Calibri"/>
              </w:rPr>
              <w:t>y</w:t>
            </w:r>
            <w:proofErr w:type="gramEnd"/>
            <w:r w:rsidRPr="00B1314A">
              <w:rPr>
                <w:rFonts w:ascii="Calibri" w:hAnsi="Calibri" w:cs="Calibri"/>
              </w:rPr>
              <w:t xml:space="preserve">(x)=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+5</m:t>
              </m:r>
            </m:oMath>
            <w:r>
              <w:rPr>
                <w:rFonts w:ascii="Calibri" w:hAnsi="Calibri" w:cs="Calibri"/>
              </w:rPr>
              <w:t xml:space="preserve">.  </w:t>
            </w:r>
            <w:r w:rsidRPr="00B1314A">
              <w:rPr>
                <w:rFonts w:ascii="Calibri" w:hAnsi="Calibri" w:cs="Calibri"/>
              </w:rPr>
              <w:t>Find (e</w:t>
            </w:r>
            <m:oMath>
              <m:r>
                <w:rPr>
                  <w:rFonts w:ascii="Cambria Math" w:hAnsi="Cambria Math" w:cs="Calibri"/>
                </w:rPr>
                <m:t>∘</m:t>
              </m:r>
            </m:oMath>
            <w:r w:rsidRPr="00B1314A">
              <w:rPr>
                <w:rFonts w:ascii="Calibri" w:hAnsi="Calibri" w:cs="Calibri"/>
              </w:rPr>
              <w:t>y)(2).</w:t>
            </w:r>
          </w:p>
          <w:p w14:paraId="1D6C532F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  <w:p w14:paraId="5FC0005F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  <w:p w14:paraId="63DB3598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6BA3F670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  <w:p w14:paraId="0C3207F3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  <w:p w14:paraId="7667A00F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  <w:p w14:paraId="007454CB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  <w:p w14:paraId="09E58E3F" w14:textId="77777777" w:rsidR="00C0379D" w:rsidRPr="00B1314A" w:rsidRDefault="00C0379D" w:rsidP="00544F56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  <w:gridSpan w:val="2"/>
          </w:tcPr>
          <w:p w14:paraId="468EB797" w14:textId="77777777" w:rsidR="00C0379D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B1314A">
              <w:rPr>
                <w:rFonts w:ascii="Calibri" w:hAnsi="Calibri" w:cs="Calibri"/>
              </w:rPr>
              <w:t xml:space="preserve">. Let f(x) = 5x – x and </w:t>
            </w:r>
          </w:p>
          <w:p w14:paraId="6C2603BE" w14:textId="77777777" w:rsidR="00C0379D" w:rsidRPr="00B1314A" w:rsidRDefault="00C0379D" w:rsidP="00C0379D">
            <w:pPr>
              <w:rPr>
                <w:rFonts w:ascii="Calibri" w:hAnsi="Calibri" w:cs="Calibri"/>
              </w:rPr>
            </w:pPr>
            <w:proofErr w:type="gramStart"/>
            <w:r w:rsidRPr="00B1314A">
              <w:rPr>
                <w:rFonts w:ascii="Calibri" w:hAnsi="Calibri" w:cs="Calibri"/>
              </w:rPr>
              <w:t>g</w:t>
            </w:r>
            <w:proofErr w:type="gramEnd"/>
            <w:r w:rsidRPr="00B1314A">
              <w:rPr>
                <w:rFonts w:ascii="Calibri" w:hAnsi="Calibri" w:cs="Calibri"/>
              </w:rPr>
              <w:t>(x) = x + 8.</w:t>
            </w:r>
            <w:r>
              <w:rPr>
                <w:rFonts w:ascii="Calibri" w:hAnsi="Calibri" w:cs="Calibri"/>
              </w:rPr>
              <w:t xml:space="preserve">  </w:t>
            </w:r>
            <w:r w:rsidRPr="00B1314A">
              <w:rPr>
                <w:rFonts w:ascii="Calibri" w:hAnsi="Calibri" w:cs="Calibri"/>
              </w:rPr>
              <w:t xml:space="preserve">Find </w:t>
            </w:r>
            <w:proofErr w:type="gramStart"/>
            <w:r w:rsidRPr="00B1314A">
              <w:rPr>
                <w:rFonts w:ascii="Calibri" w:hAnsi="Calibri" w:cs="Calibri"/>
              </w:rPr>
              <w:t>g(</w:t>
            </w:r>
            <w:proofErr w:type="gramEnd"/>
            <w:r w:rsidRPr="00B1314A">
              <w:rPr>
                <w:rFonts w:ascii="Calibri" w:hAnsi="Calibri" w:cs="Calibri"/>
              </w:rPr>
              <w:t>f(-2)).</w:t>
            </w:r>
          </w:p>
        </w:tc>
        <w:tc>
          <w:tcPr>
            <w:tcW w:w="3563" w:type="dxa"/>
          </w:tcPr>
          <w:p w14:paraId="096A7721" w14:textId="77777777" w:rsidR="00C0379D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B1314A">
              <w:rPr>
                <w:rFonts w:ascii="Calibri" w:hAnsi="Calibri" w:cs="Calibri"/>
              </w:rPr>
              <w:t xml:space="preserve">. Let f(x) = 2x – 6 and </w:t>
            </w:r>
          </w:p>
          <w:p w14:paraId="5468DE11" w14:textId="77777777" w:rsidR="00C0379D" w:rsidRDefault="00C0379D" w:rsidP="00C0379D">
            <w:pPr>
              <w:rPr>
                <w:rFonts w:ascii="Calibri" w:hAnsi="Calibri" w:cs="Calibri"/>
              </w:rPr>
            </w:pPr>
            <w:proofErr w:type="gramStart"/>
            <w:r w:rsidRPr="00B1314A">
              <w:rPr>
                <w:rFonts w:ascii="Calibri" w:hAnsi="Calibri" w:cs="Calibri"/>
              </w:rPr>
              <w:t>g</w:t>
            </w:r>
            <w:proofErr w:type="gramEnd"/>
            <w:r w:rsidRPr="00B1314A">
              <w:rPr>
                <w:rFonts w:ascii="Calibri" w:hAnsi="Calibri" w:cs="Calibri"/>
              </w:rPr>
              <w:t>(x) = x+ 8.</w:t>
            </w:r>
            <w:r>
              <w:rPr>
                <w:rFonts w:ascii="Calibri" w:hAnsi="Calibri" w:cs="Calibri"/>
              </w:rPr>
              <w:t xml:space="preserve">  </w:t>
            </w:r>
          </w:p>
          <w:p w14:paraId="561C0B0A" w14:textId="77777777" w:rsidR="00C0379D" w:rsidRDefault="00C0379D" w:rsidP="00C0379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Find g(f(-3)) </w:t>
            </w:r>
          </w:p>
          <w:p w14:paraId="0CE068CF" w14:textId="77777777" w:rsidR="00C0379D" w:rsidRDefault="00C0379D" w:rsidP="00C0379D">
            <w:pPr>
              <w:rPr>
                <w:rFonts w:ascii="Calibri" w:hAnsi="Calibri" w:cs="Calibri"/>
              </w:rPr>
            </w:pPr>
          </w:p>
          <w:p w14:paraId="18218F70" w14:textId="77777777" w:rsidR="00C0379D" w:rsidRDefault="00C0379D" w:rsidP="00C0379D">
            <w:pPr>
              <w:rPr>
                <w:rFonts w:ascii="Calibri" w:hAnsi="Calibri" w:cs="Calibri"/>
              </w:rPr>
            </w:pPr>
          </w:p>
          <w:p w14:paraId="5A88850A" w14:textId="77777777" w:rsidR="00C0379D" w:rsidRDefault="00C0379D" w:rsidP="00C0379D">
            <w:pPr>
              <w:rPr>
                <w:rFonts w:ascii="Calibri" w:hAnsi="Calibri" w:cs="Calibri"/>
              </w:rPr>
            </w:pPr>
          </w:p>
          <w:p w14:paraId="4264CA2B" w14:textId="77777777" w:rsidR="00C0379D" w:rsidRDefault="00C0379D" w:rsidP="00C0379D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b) </w:t>
            </w:r>
            <w:r w:rsidRPr="00B1314A">
              <w:rPr>
                <w:rFonts w:ascii="Calibri" w:hAnsi="Calibri" w:cs="Calibri"/>
              </w:rPr>
              <w:t xml:space="preserve"> f</w:t>
            </w:r>
            <w:proofErr w:type="gramEnd"/>
            <w:r w:rsidRPr="00B1314A">
              <w:rPr>
                <w:rFonts w:ascii="Calibri" w:hAnsi="Calibri" w:cs="Calibri"/>
              </w:rPr>
              <w:t xml:space="preserve">(g(-3)).  </w:t>
            </w:r>
          </w:p>
          <w:p w14:paraId="2FAC9EED" w14:textId="77777777" w:rsidR="00C0379D" w:rsidRDefault="00C0379D" w:rsidP="00C0379D">
            <w:pPr>
              <w:rPr>
                <w:rFonts w:ascii="Calibri" w:hAnsi="Calibri" w:cs="Calibri"/>
              </w:rPr>
            </w:pPr>
          </w:p>
          <w:p w14:paraId="0C59B2A2" w14:textId="77777777" w:rsidR="00C0379D" w:rsidRDefault="00C0379D" w:rsidP="00C0379D">
            <w:pPr>
              <w:rPr>
                <w:rFonts w:ascii="Calibri" w:hAnsi="Calibri" w:cs="Calibri"/>
              </w:rPr>
            </w:pPr>
          </w:p>
          <w:p w14:paraId="68269DBB" w14:textId="77777777" w:rsidR="00C0379D" w:rsidRDefault="00C0379D" w:rsidP="00C0379D">
            <w:pPr>
              <w:rPr>
                <w:rFonts w:ascii="Calibri" w:hAnsi="Calibri" w:cs="Calibri"/>
              </w:rPr>
            </w:pPr>
          </w:p>
          <w:p w14:paraId="2C7E0792" w14:textId="77777777" w:rsidR="00C0379D" w:rsidRPr="00B1314A" w:rsidRDefault="00C0379D" w:rsidP="00C0379D">
            <w:pPr>
              <w:rPr>
                <w:rFonts w:ascii="Calibri" w:hAnsi="Calibri" w:cs="Calibri"/>
              </w:rPr>
            </w:pPr>
          </w:p>
        </w:tc>
      </w:tr>
      <w:tr w:rsidR="00200074" w:rsidRPr="00B1314A" w14:paraId="4BF4968C" w14:textId="77777777" w:rsidTr="00544F56">
        <w:trPr>
          <w:trHeight w:val="1759"/>
        </w:trPr>
        <w:tc>
          <w:tcPr>
            <w:tcW w:w="5328" w:type="dxa"/>
            <w:gridSpan w:val="2"/>
          </w:tcPr>
          <w:p w14:paraId="4E507F66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4. </w:t>
            </w:r>
            <w:proofErr w:type="gramStart"/>
            <w:r w:rsidRPr="00486EF1">
              <w:rPr>
                <w:rFonts w:ascii="Calibri" w:hAnsi="Calibri" w:cs="Calibri"/>
              </w:rPr>
              <w:t>a</w:t>
            </w:r>
            <w:proofErr w:type="gramEnd"/>
            <w:r w:rsidRPr="00486EF1">
              <w:rPr>
                <w:rFonts w:ascii="Calibri" w:hAnsi="Calibri" w:cs="Calibri"/>
              </w:rPr>
              <w:t>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14:paraId="01343ACF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proofErr w:type="gramStart"/>
            <w:r w:rsidRPr="00486EF1">
              <w:rPr>
                <w:rFonts w:ascii="Calibri" w:hAnsi="Calibri" w:cs="Calibri"/>
              </w:rPr>
              <w:t>f</w:t>
            </w:r>
            <m:oMath>
              <m:r>
                <w:rPr>
                  <w:rFonts w:ascii="Cambria Math" w:hAnsi="Cambria Math" w:cs="Calibri"/>
                </w:rPr>
                <m:t>∘</m:t>
              </m:r>
            </m:oMath>
            <w:r w:rsidRPr="00486EF1">
              <w:rPr>
                <w:rFonts w:ascii="Calibri" w:hAnsi="Calibri" w:cs="Calibri"/>
              </w:rPr>
              <w:t>g</w:t>
            </w:r>
            <w:proofErr w:type="gramEnd"/>
            <w:r w:rsidRPr="00486EF1">
              <w:rPr>
                <w:rFonts w:ascii="Calibri" w:hAnsi="Calibri" w:cs="Calibri"/>
              </w:rPr>
              <w:t xml:space="preserve">(x).  </w:t>
            </w:r>
          </w:p>
          <w:p w14:paraId="4BC0C701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3D9F46DC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226E2E88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77FBCB41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11B17121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DA36020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0FAB99FF" w14:textId="77777777" w:rsidR="00544F56" w:rsidRPr="00486EF1" w:rsidRDefault="00544F56" w:rsidP="00544F56">
            <w:pPr>
              <w:rPr>
                <w:rFonts w:ascii="Calibri" w:hAnsi="Calibri" w:cs="Calibri"/>
              </w:rPr>
            </w:pPr>
          </w:p>
          <w:p w14:paraId="5F4DC3D9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455F32E6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b.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14:paraId="70307DF0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proofErr w:type="gramStart"/>
            <w:r w:rsidRPr="00486EF1">
              <w:rPr>
                <w:rFonts w:ascii="Calibri" w:hAnsi="Calibri" w:cs="Calibri"/>
              </w:rPr>
              <w:t>g</w:t>
            </w:r>
            <w:proofErr w:type="gramEnd"/>
            <w:r w:rsidRPr="00486EF1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∘</m:t>
              </m:r>
            </m:oMath>
            <w:r w:rsidR="00C0379D">
              <w:rPr>
                <w:rFonts w:ascii="Calibri" w:hAnsi="Calibri" w:cs="Calibri"/>
              </w:rPr>
              <w:t xml:space="preserve"> </w:t>
            </w:r>
            <w:r w:rsidRPr="00486EF1">
              <w:rPr>
                <w:rFonts w:ascii="Calibri" w:hAnsi="Calibri" w:cs="Calibri"/>
              </w:rPr>
              <w:t xml:space="preserve">f(x).  </w:t>
            </w:r>
          </w:p>
          <w:p w14:paraId="0F5C5EF8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65B41075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47E83377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320B49B4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76174053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18EA67C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1895A8F5" w14:textId="77777777" w:rsidR="00544F56" w:rsidRPr="00486EF1" w:rsidRDefault="00544F56" w:rsidP="00544F56">
            <w:pPr>
              <w:rPr>
                <w:rFonts w:ascii="Calibri" w:hAnsi="Calibri" w:cs="Calibri"/>
              </w:rPr>
            </w:pPr>
          </w:p>
          <w:p w14:paraId="750BAA5C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5B936F26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>c.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14:paraId="421BFC04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proofErr w:type="gramStart"/>
            <w:r w:rsidRPr="00486EF1">
              <w:rPr>
                <w:rFonts w:ascii="Calibri" w:hAnsi="Calibri" w:cs="Calibri"/>
              </w:rPr>
              <w:t>g</w:t>
            </w:r>
            <w:proofErr w:type="gramEnd"/>
            <w:r w:rsidRPr="00486EF1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 xml:space="preserve">∘ </m:t>
              </m:r>
            </m:oMath>
            <w:r w:rsidRPr="00486EF1">
              <w:rPr>
                <w:rFonts w:ascii="Calibri" w:hAnsi="Calibri" w:cs="Calibri"/>
              </w:rPr>
              <w:t xml:space="preserve">f(-3).  </w:t>
            </w:r>
          </w:p>
          <w:p w14:paraId="469FFEEB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03035292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31834C4F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15133F0E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1E66CA17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3278EE19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64531104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61C0C1C9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68638B33" w14:textId="77777777" w:rsidR="00C0379D" w:rsidRPr="00486EF1" w:rsidRDefault="00C0379D" w:rsidP="00544F56">
            <w:pPr>
              <w:rPr>
                <w:rFonts w:ascii="Calibri" w:hAnsi="Calibri" w:cs="Calibri"/>
              </w:rPr>
            </w:pPr>
          </w:p>
          <w:p w14:paraId="4DE0223B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lastRenderedPageBreak/>
              <w:t>d. If g(x) = 2x – 5 and f(x) = x</w:t>
            </w:r>
            <w:r w:rsidRPr="00486EF1">
              <w:rPr>
                <w:rFonts w:ascii="Calibri" w:hAnsi="Calibri" w:cs="Calibri"/>
                <w:vertAlign w:val="superscript"/>
              </w:rPr>
              <w:t>2</w:t>
            </w:r>
            <w:r w:rsidRPr="00486EF1">
              <w:rPr>
                <w:rFonts w:ascii="Calibri" w:hAnsi="Calibri" w:cs="Calibri"/>
              </w:rPr>
              <w:t xml:space="preserve"> + 1, compute </w:t>
            </w:r>
          </w:p>
          <w:p w14:paraId="2A8E1132" w14:textId="77777777" w:rsidR="00200074" w:rsidRPr="00486EF1" w:rsidRDefault="001F5D98" w:rsidP="00544F56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g</w:t>
            </w:r>
            <w:proofErr w:type="gramEnd"/>
            <w:r w:rsidR="00200074" w:rsidRPr="00486EF1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 xml:space="preserve">∘ </m:t>
              </m:r>
            </m:oMath>
            <w:r w:rsidR="00C0379D">
              <w:rPr>
                <w:rFonts w:ascii="Calibri" w:hAnsi="Calibri" w:cs="Calibri"/>
              </w:rPr>
              <w:t>g(x</w:t>
            </w:r>
            <w:r w:rsidR="00200074" w:rsidRPr="00486EF1">
              <w:rPr>
                <w:rFonts w:ascii="Calibri" w:hAnsi="Calibri" w:cs="Calibri"/>
              </w:rPr>
              <w:t xml:space="preserve">).  </w:t>
            </w:r>
          </w:p>
          <w:p w14:paraId="273663E3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6CA2C232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3B00E3FD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2C372313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5A49524A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49E6B82D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33346147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7B84ACD8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</w:tc>
        <w:tc>
          <w:tcPr>
            <w:tcW w:w="5438" w:type="dxa"/>
            <w:gridSpan w:val="2"/>
          </w:tcPr>
          <w:p w14:paraId="2BE7C252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lastRenderedPageBreak/>
              <w:t xml:space="preserve">5. a. Compute g(f(x)) if g(x) = 4x -2 and </w:t>
            </w:r>
          </w:p>
          <w:p w14:paraId="75169456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proofErr w:type="gramStart"/>
            <w:r w:rsidRPr="00486EF1">
              <w:rPr>
                <w:rFonts w:ascii="Calibri" w:hAnsi="Calibri" w:cs="Calibri"/>
              </w:rPr>
              <w:t>f</w:t>
            </w:r>
            <w:proofErr w:type="gramEnd"/>
            <w:r w:rsidRPr="00486EF1">
              <w:rPr>
                <w:rFonts w:ascii="Calibri" w:hAnsi="Calibri" w:cs="Calibri"/>
              </w:rPr>
              <w:t xml:space="preserve">(x) = 3x + 4.  </w:t>
            </w:r>
          </w:p>
          <w:p w14:paraId="7E458B31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4CF9E2FE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2985FE6B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147E280A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5ED4E863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28E3FE66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46D2C0F4" w14:textId="77777777" w:rsidR="00C0379D" w:rsidRPr="00486EF1" w:rsidRDefault="00C0379D" w:rsidP="00544F56">
            <w:pPr>
              <w:rPr>
                <w:rFonts w:ascii="Calibri" w:hAnsi="Calibri" w:cs="Calibri"/>
              </w:rPr>
            </w:pPr>
          </w:p>
          <w:p w14:paraId="1E4128C2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44C56554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b. Compute f(g(x)) if g(x) = 4x -2 and </w:t>
            </w:r>
          </w:p>
          <w:p w14:paraId="63CD32F6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proofErr w:type="gramStart"/>
            <w:r w:rsidRPr="00486EF1">
              <w:rPr>
                <w:rFonts w:ascii="Calibri" w:hAnsi="Calibri" w:cs="Calibri"/>
              </w:rPr>
              <w:t>f</w:t>
            </w:r>
            <w:proofErr w:type="gramEnd"/>
            <w:r w:rsidRPr="00486EF1">
              <w:rPr>
                <w:rFonts w:ascii="Calibri" w:hAnsi="Calibri" w:cs="Calibri"/>
              </w:rPr>
              <w:t xml:space="preserve">(x) = 3x + 4.  </w:t>
            </w:r>
          </w:p>
          <w:p w14:paraId="5228F357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080C20A2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544C9A07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19BDDAB5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237C1544" w14:textId="77777777" w:rsidR="00C0379D" w:rsidRPr="00486EF1" w:rsidRDefault="00C0379D" w:rsidP="00544F56">
            <w:pPr>
              <w:rPr>
                <w:rFonts w:ascii="Calibri" w:hAnsi="Calibri" w:cs="Calibri"/>
              </w:rPr>
            </w:pPr>
          </w:p>
          <w:p w14:paraId="6A489E6D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453F9478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332F885A" w14:textId="77777777" w:rsidR="00544F56" w:rsidRPr="00486EF1" w:rsidRDefault="00544F56" w:rsidP="00544F56">
            <w:pPr>
              <w:rPr>
                <w:rFonts w:ascii="Calibri" w:hAnsi="Calibri" w:cs="Calibri"/>
              </w:rPr>
            </w:pPr>
          </w:p>
          <w:p w14:paraId="7EF2BBCC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  <w:r w:rsidRPr="00486EF1">
              <w:rPr>
                <w:rFonts w:ascii="Calibri" w:hAnsi="Calibri" w:cs="Calibri"/>
              </w:rPr>
              <w:t xml:space="preserve">c. Compute </w:t>
            </w:r>
            <w:proofErr w:type="gramStart"/>
            <w:r w:rsidRPr="00486EF1">
              <w:rPr>
                <w:rFonts w:ascii="Calibri" w:hAnsi="Calibri" w:cs="Calibri"/>
              </w:rPr>
              <w:t>f(</w:t>
            </w:r>
            <w:proofErr w:type="gramEnd"/>
            <w:r w:rsidRPr="00486EF1">
              <w:rPr>
                <w:rFonts w:ascii="Calibri" w:hAnsi="Calibri" w:cs="Calibri"/>
              </w:rPr>
              <w:t xml:space="preserve">f(-4)) if f(x) = 3x + 4.  </w:t>
            </w:r>
          </w:p>
          <w:p w14:paraId="411B7925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560359FB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599FCE58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62BBEFD7" w14:textId="77777777" w:rsidR="00200074" w:rsidRDefault="00200074" w:rsidP="00544F56">
            <w:pPr>
              <w:rPr>
                <w:rFonts w:ascii="Calibri" w:hAnsi="Calibri" w:cs="Calibri"/>
              </w:rPr>
            </w:pPr>
          </w:p>
          <w:p w14:paraId="5EECFE32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4E09E01" w14:textId="77777777" w:rsidR="00C0379D" w:rsidRDefault="00C0379D" w:rsidP="00544F56">
            <w:pPr>
              <w:rPr>
                <w:rFonts w:ascii="Calibri" w:hAnsi="Calibri" w:cs="Calibri"/>
              </w:rPr>
            </w:pPr>
          </w:p>
          <w:p w14:paraId="407F848A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770C6B2F" w14:textId="77777777" w:rsidR="00544F56" w:rsidRDefault="00544F56" w:rsidP="00544F56">
            <w:pPr>
              <w:rPr>
                <w:rFonts w:ascii="Calibri" w:hAnsi="Calibri" w:cs="Calibri"/>
              </w:rPr>
            </w:pPr>
          </w:p>
          <w:p w14:paraId="3AD7151C" w14:textId="77777777" w:rsidR="00544F56" w:rsidRPr="00486EF1" w:rsidRDefault="00544F56" w:rsidP="00544F56">
            <w:pPr>
              <w:rPr>
                <w:rFonts w:ascii="Calibri" w:hAnsi="Calibri" w:cs="Calibri"/>
              </w:rPr>
            </w:pPr>
          </w:p>
          <w:p w14:paraId="781A5E08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269658A9" w14:textId="77777777" w:rsidR="00200074" w:rsidRPr="00486EF1" w:rsidRDefault="00C0379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d. Compute g(f(x)) if g(x) = </w:t>
            </w:r>
            <w:r w:rsidR="00200074" w:rsidRPr="00486EF1">
              <w:rPr>
                <w:rFonts w:ascii="Calibri" w:hAnsi="Calibri" w:cs="Calibri"/>
              </w:rPr>
              <w:t>x</w:t>
            </w:r>
            <w:r>
              <w:rPr>
                <w:rFonts w:ascii="Calibri" w:hAnsi="Calibri" w:cs="Calibri"/>
                <w:vertAlign w:val="superscript"/>
              </w:rPr>
              <w:t>2</w:t>
            </w:r>
            <w:r w:rsidR="00200074" w:rsidRPr="00486EF1">
              <w:rPr>
                <w:rFonts w:ascii="Calibri" w:hAnsi="Calibri" w:cs="Calibri"/>
              </w:rPr>
              <w:t xml:space="preserve"> -2</w:t>
            </w:r>
            <w:r>
              <w:rPr>
                <w:rFonts w:ascii="Calibri" w:hAnsi="Calibri" w:cs="Calibri"/>
              </w:rPr>
              <w:t>x + 6</w:t>
            </w:r>
            <w:r w:rsidR="00200074" w:rsidRPr="00486EF1">
              <w:rPr>
                <w:rFonts w:ascii="Calibri" w:hAnsi="Calibri" w:cs="Calibri"/>
              </w:rPr>
              <w:t xml:space="preserve"> and </w:t>
            </w:r>
          </w:p>
          <w:p w14:paraId="70D419B1" w14:textId="77777777" w:rsidR="00200074" w:rsidRPr="001F5D98" w:rsidRDefault="00200074" w:rsidP="00544F56">
            <w:pPr>
              <w:rPr>
                <w:rFonts w:ascii="Calibri" w:hAnsi="Calibri" w:cs="Calibri"/>
                <w:i/>
              </w:rPr>
            </w:pPr>
            <w:proofErr w:type="gramStart"/>
            <w:r w:rsidRPr="00486EF1">
              <w:rPr>
                <w:rFonts w:ascii="Calibri" w:hAnsi="Calibri" w:cs="Calibri"/>
              </w:rPr>
              <w:t>f</w:t>
            </w:r>
            <w:proofErr w:type="gramEnd"/>
            <w:r w:rsidRPr="00486EF1">
              <w:rPr>
                <w:rFonts w:ascii="Calibri" w:hAnsi="Calibri" w:cs="Calibri"/>
              </w:rPr>
              <w:t xml:space="preserve">(x) = 3x + 4.  </w:t>
            </w:r>
            <w:r w:rsidR="001F5D98">
              <w:rPr>
                <w:rFonts w:ascii="Calibri" w:hAnsi="Calibri" w:cs="Calibri"/>
                <w:i/>
              </w:rPr>
              <w:t>This one is tricky!  PUSH IT!!</w:t>
            </w:r>
          </w:p>
          <w:p w14:paraId="13EA9463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  <w:p w14:paraId="294B61D3" w14:textId="77777777" w:rsidR="00200074" w:rsidRPr="00486EF1" w:rsidRDefault="00200074" w:rsidP="00544F56">
            <w:pPr>
              <w:rPr>
                <w:rFonts w:ascii="Calibri" w:hAnsi="Calibri" w:cs="Calibri"/>
              </w:rPr>
            </w:pPr>
          </w:p>
        </w:tc>
      </w:tr>
      <w:tr w:rsidR="00F703C3" w:rsidRPr="00B1314A" w14:paraId="48B71B39" w14:textId="77777777" w:rsidTr="0096049A">
        <w:trPr>
          <w:trHeight w:val="1759"/>
        </w:trPr>
        <w:tc>
          <w:tcPr>
            <w:tcW w:w="10766" w:type="dxa"/>
            <w:gridSpan w:val="4"/>
          </w:tcPr>
          <w:p w14:paraId="72618798" w14:textId="75BA0B1F" w:rsidR="00F703C3" w:rsidRDefault="00F703C3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6.a. Factor: </w:t>
            </w:r>
            <w:r w:rsidRPr="00F703C3">
              <w:rPr>
                <w:rFonts w:ascii="Calibri" w:hAnsi="Calibri" w:cs="Calibri"/>
                <w:position w:val="-6"/>
              </w:rPr>
              <w:object w:dxaOrig="1200" w:dyaOrig="320" w14:anchorId="2010BCD7">
                <v:shape id="_x0000_i1061" type="#_x0000_t75" style="width:59.6pt;height:16.15pt" o:ole="">
                  <v:imagedata r:id="rId19" o:title=""/>
                </v:shape>
                <o:OLEObject Type="Embed" ProgID="Equation.3" ShapeID="_x0000_i1061" DrawAspect="Content" ObjectID="_1292626976" r:id="rId20"/>
              </w:object>
            </w:r>
          </w:p>
          <w:p w14:paraId="0ADEEAE2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24E58B7D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08AB893E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37BCB896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1537455C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1524F468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45C103E3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18BEE798" w14:textId="6EC77AAC" w:rsidR="00F703C3" w:rsidRPr="00486EF1" w:rsidRDefault="00F703C3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Find the sum of the solutions to the equation: </w:t>
            </w:r>
            <w:r w:rsidRPr="00F703C3">
              <w:rPr>
                <w:rFonts w:ascii="Calibri" w:hAnsi="Calibri" w:cs="Calibri"/>
                <w:position w:val="-6"/>
              </w:rPr>
              <w:object w:dxaOrig="1140" w:dyaOrig="320" w14:anchorId="7D49A12A">
                <v:shape id="_x0000_i1065" type="#_x0000_t75" style="width:57.1pt;height:16.15pt" o:ole="">
                  <v:imagedata r:id="rId21" o:title=""/>
                </v:shape>
                <o:OLEObject Type="Embed" ProgID="Equation.3" ShapeID="_x0000_i1065" DrawAspect="Content" ObjectID="_1292626977" r:id="rId22"/>
              </w:object>
            </w:r>
          </w:p>
          <w:p w14:paraId="40FAAB02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6B7F44AA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0C7A1EE7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4400422F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58F7DCBD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37DC2C6E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09136930" w14:textId="08FCA459" w:rsidR="00F703C3" w:rsidRPr="00486EF1" w:rsidRDefault="00F703C3" w:rsidP="00544F56">
            <w:pPr>
              <w:rPr>
                <w:rFonts w:ascii="Calibri" w:hAnsi="Calibri" w:cs="Calibri"/>
              </w:rPr>
            </w:pPr>
          </w:p>
        </w:tc>
      </w:tr>
      <w:tr w:rsidR="0050203B" w:rsidRPr="00B1314A" w14:paraId="6DE63F3A" w14:textId="77777777" w:rsidTr="00544F56">
        <w:trPr>
          <w:trHeight w:val="1759"/>
        </w:trPr>
        <w:tc>
          <w:tcPr>
            <w:tcW w:w="5328" w:type="dxa"/>
            <w:gridSpan w:val="2"/>
          </w:tcPr>
          <w:p w14:paraId="0ABBAD3E" w14:textId="6D1E2330" w:rsidR="0050203B" w:rsidRDefault="00F703C3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7. </w:t>
            </w:r>
            <w:proofErr w:type="gramStart"/>
            <w:r>
              <w:rPr>
                <w:rFonts w:ascii="Calibri" w:hAnsi="Calibri" w:cs="Calibri"/>
              </w:rPr>
              <w:t>a</w:t>
            </w:r>
            <w:proofErr w:type="gramEnd"/>
            <w:r>
              <w:rPr>
                <w:rFonts w:ascii="Calibri" w:hAnsi="Calibri" w:cs="Calibri"/>
              </w:rPr>
              <w:t>. Factor: (3x+5)(x-3)</w:t>
            </w:r>
          </w:p>
          <w:p w14:paraId="5CF1E935" w14:textId="77777777" w:rsidR="0050203B" w:rsidRDefault="0050203B" w:rsidP="00544F56">
            <w:pPr>
              <w:rPr>
                <w:rFonts w:ascii="Calibri" w:hAnsi="Calibri" w:cs="Calibri"/>
              </w:rPr>
            </w:pPr>
          </w:p>
          <w:p w14:paraId="078C42DD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2AEDDB59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0204AE9E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478C6D3F" w14:textId="77777777" w:rsidR="0050203B" w:rsidRDefault="0050203B" w:rsidP="00544F56">
            <w:pPr>
              <w:rPr>
                <w:rFonts w:ascii="Calibri" w:hAnsi="Calibri" w:cs="Calibri"/>
              </w:rPr>
            </w:pPr>
          </w:p>
          <w:p w14:paraId="3838E5B8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79D1924A" w14:textId="77E627E7" w:rsidR="00F703C3" w:rsidRDefault="00F703C3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b. Factor: (4x-5)(6x-7)</w:t>
            </w:r>
          </w:p>
          <w:p w14:paraId="5395AF0B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30692904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4D574722" w14:textId="77777777" w:rsidR="00F703C3" w:rsidRDefault="00F703C3" w:rsidP="00544F56">
            <w:pPr>
              <w:rPr>
                <w:rFonts w:ascii="Calibri" w:hAnsi="Calibri" w:cs="Calibri"/>
              </w:rPr>
            </w:pPr>
          </w:p>
          <w:p w14:paraId="7147DF4D" w14:textId="77777777" w:rsidR="0050203B" w:rsidRDefault="0050203B" w:rsidP="00544F56">
            <w:pPr>
              <w:rPr>
                <w:rFonts w:ascii="Calibri" w:hAnsi="Calibri" w:cs="Calibri"/>
              </w:rPr>
            </w:pPr>
          </w:p>
          <w:p w14:paraId="6D4E8FDF" w14:textId="77777777" w:rsidR="0050203B" w:rsidRDefault="0050203B" w:rsidP="00544F56">
            <w:pPr>
              <w:rPr>
                <w:rFonts w:ascii="Calibri" w:hAnsi="Calibri" w:cs="Calibri"/>
              </w:rPr>
            </w:pPr>
          </w:p>
          <w:p w14:paraId="79F2446F" w14:textId="77777777" w:rsidR="0050203B" w:rsidRDefault="0050203B" w:rsidP="00544F56">
            <w:pPr>
              <w:rPr>
                <w:rFonts w:ascii="Calibri" w:hAnsi="Calibri" w:cs="Calibri"/>
              </w:rPr>
            </w:pPr>
          </w:p>
          <w:p w14:paraId="5E386237" w14:textId="77777777" w:rsidR="0050203B" w:rsidRDefault="0050203B" w:rsidP="00544F56">
            <w:pPr>
              <w:rPr>
                <w:rFonts w:ascii="Calibri" w:hAnsi="Calibri" w:cs="Calibri"/>
              </w:rPr>
            </w:pPr>
          </w:p>
          <w:p w14:paraId="4715BFD2" w14:textId="35148031" w:rsidR="0050203B" w:rsidRDefault="0050203B" w:rsidP="00544F56">
            <w:pPr>
              <w:rPr>
                <w:rFonts w:ascii="Calibri" w:hAnsi="Calibri" w:cs="Calibri"/>
              </w:rPr>
            </w:pPr>
          </w:p>
        </w:tc>
        <w:tc>
          <w:tcPr>
            <w:tcW w:w="5438" w:type="dxa"/>
            <w:gridSpan w:val="2"/>
          </w:tcPr>
          <w:p w14:paraId="286CB847" w14:textId="3A6FC67B" w:rsidR="0050203B" w:rsidRDefault="00F703C3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8. What is the value of </w:t>
            </w:r>
            <w:r w:rsidRPr="00F703C3">
              <w:rPr>
                <w:rFonts w:ascii="Calibri" w:hAnsi="Calibri" w:cs="Calibri"/>
                <w:position w:val="-6"/>
              </w:rPr>
              <w:object w:dxaOrig="740" w:dyaOrig="320" w14:anchorId="554FCDEC">
                <v:shape id="_x0000_i1068" type="#_x0000_t75" style="width:37.25pt;height:16.15pt" o:ole="">
                  <v:imagedata r:id="rId23" o:title=""/>
                </v:shape>
                <o:OLEObject Type="Embed" ProgID="Equation.3" ShapeID="_x0000_i1068" DrawAspect="Content" ObjectID="_1292626978" r:id="rId24"/>
              </w:object>
            </w:r>
            <w:r>
              <w:rPr>
                <w:rFonts w:ascii="Calibri" w:hAnsi="Calibri" w:cs="Calibri"/>
              </w:rPr>
              <w:t xml:space="preserve"> when x= </w:t>
            </w:r>
            <w:proofErr w:type="gramStart"/>
            <w:r>
              <w:rPr>
                <w:rFonts w:ascii="Calibri" w:hAnsi="Calibri" w:cs="Calibri"/>
              </w:rPr>
              <w:t>4 ?</w:t>
            </w:r>
            <w:proofErr w:type="gramEnd"/>
          </w:p>
        </w:tc>
      </w:tr>
    </w:tbl>
    <w:p w14:paraId="341CB69E" w14:textId="77777777" w:rsidR="0050203B" w:rsidRDefault="0050203B" w:rsidP="00200074">
      <w:pPr>
        <w:rPr>
          <w:rFonts w:ascii="Calibri" w:hAnsi="Calibri" w:cs="Calibri"/>
        </w:rPr>
      </w:pPr>
    </w:p>
    <w:p w14:paraId="4C968EAF" w14:textId="77777777" w:rsidR="0050203B" w:rsidRDefault="0050203B" w:rsidP="00200074">
      <w:pPr>
        <w:rPr>
          <w:rFonts w:ascii="Calibri" w:hAnsi="Calibri" w:cs="Calibri"/>
        </w:rPr>
      </w:pPr>
    </w:p>
    <w:p w14:paraId="46ECADC2" w14:textId="77777777" w:rsidR="0050203B" w:rsidRDefault="0050203B" w:rsidP="00200074">
      <w:pPr>
        <w:rPr>
          <w:rFonts w:ascii="Calibri" w:hAnsi="Calibri" w:cs="Calibri"/>
        </w:rPr>
      </w:pPr>
    </w:p>
    <w:p w14:paraId="00D2D1AF" w14:textId="77777777" w:rsidR="0050203B" w:rsidRDefault="0050203B" w:rsidP="00200074">
      <w:pPr>
        <w:rPr>
          <w:rFonts w:ascii="Calibri" w:hAnsi="Calibri" w:cs="Calibri"/>
        </w:rPr>
      </w:pPr>
    </w:p>
    <w:p w14:paraId="32C2D0C3" w14:textId="77777777" w:rsidR="0050203B" w:rsidRDefault="0050203B" w:rsidP="00200074">
      <w:pPr>
        <w:rPr>
          <w:rFonts w:ascii="Calibri" w:hAnsi="Calibri" w:cs="Calibri"/>
        </w:rPr>
      </w:pPr>
    </w:p>
    <w:p w14:paraId="1217CA01" w14:textId="77777777" w:rsidR="0050203B" w:rsidRDefault="0050203B" w:rsidP="00200074">
      <w:pPr>
        <w:rPr>
          <w:rFonts w:ascii="Calibri" w:hAnsi="Calibri" w:cs="Calibri"/>
        </w:rPr>
      </w:pPr>
    </w:p>
    <w:p w14:paraId="2850C489" w14:textId="77777777" w:rsidR="00F703C3" w:rsidRDefault="00F703C3" w:rsidP="00200074">
      <w:pPr>
        <w:rPr>
          <w:rFonts w:ascii="Calibri" w:hAnsi="Calibri" w:cs="Calibri"/>
        </w:rPr>
      </w:pPr>
    </w:p>
    <w:p w14:paraId="35AD41C2" w14:textId="77777777" w:rsidR="0050203B" w:rsidRDefault="0050203B" w:rsidP="00200074">
      <w:pPr>
        <w:rPr>
          <w:rFonts w:ascii="Calibri" w:hAnsi="Calibri" w:cs="Calibri"/>
        </w:rPr>
      </w:pPr>
    </w:p>
    <w:p w14:paraId="014049DC" w14:textId="77777777" w:rsidR="00200074" w:rsidRPr="0022342E" w:rsidRDefault="00200074" w:rsidP="00200074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8FEAD" wp14:editId="695F1813">
                <wp:simplePos x="0" y="0"/>
                <wp:positionH relativeFrom="column">
                  <wp:posOffset>3846195</wp:posOffset>
                </wp:positionH>
                <wp:positionV relativeFrom="paragraph">
                  <wp:posOffset>-314325</wp:posOffset>
                </wp:positionV>
                <wp:extent cx="3321050" cy="675640"/>
                <wp:effectExtent l="0" t="0" r="12700" b="10160"/>
                <wp:wrapNone/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B2C0FC" w14:textId="77777777" w:rsidR="00E374D2" w:rsidRPr="00AE3AE9" w:rsidRDefault="00E374D2" w:rsidP="00200074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HW#53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Undefined Rational Expressions</w:t>
                            </w:r>
                          </w:p>
                          <w:p w14:paraId="1FA28E8B" w14:textId="77777777" w:rsidR="00E374D2" w:rsidRDefault="00E374D2" w:rsidP="0020007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A431BE0" w14:textId="77777777" w:rsidR="00E374D2" w:rsidRPr="00FC683D" w:rsidRDefault="00E374D2" w:rsidP="0020007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January 10</w:t>
                            </w:r>
                            <w:r w:rsidRPr="00DA19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302.85pt;margin-top:-24.75pt;width:261.5pt;height:5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" strokeweight="1.5pt">
                <v:textbox>
                  <w:txbxContent>
                    <w:p w:rsidR="00200074" w:rsidRPr="00AE3AE9" w:rsidRDefault="00200074" w:rsidP="00200074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W#53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Undefined Rational Expressions</w:t>
                      </w:r>
                    </w:p>
                    <w:p w:rsidR="00200074" w:rsidRDefault="00200074" w:rsidP="0020007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200074" w:rsidRPr="00FC683D" w:rsidRDefault="00200074" w:rsidP="0020007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Thursday</w:t>
                      </w:r>
                      <w:r>
                        <w:rPr>
                          <w:rFonts w:ascii="Cambria" w:hAnsi="Cambria"/>
                        </w:rPr>
                        <w:t xml:space="preserve">, January </w:t>
                      </w:r>
                      <w:r>
                        <w:rPr>
                          <w:rFonts w:ascii="Cambria" w:hAnsi="Cambria"/>
                        </w:rPr>
                        <w:t>10</w:t>
                      </w:r>
                      <w:r w:rsidRPr="00DA19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5E3DF6" w14:textId="77777777" w:rsidR="00200074" w:rsidRPr="0022342E" w:rsidRDefault="00200074" w:rsidP="00200074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</w:t>
      </w:r>
      <w:r>
        <w:rPr>
          <w:rFonts w:ascii="Calibri" w:hAnsi="Calibri" w:cs="Calibri"/>
        </w:rPr>
        <w:t>_________________________</w:t>
      </w:r>
      <w:r w:rsidRPr="0022342E">
        <w:rPr>
          <w:rFonts w:ascii="Calibri" w:hAnsi="Calibri" w:cs="Calibri"/>
        </w:rPr>
        <w:t xml:space="preserve">______ TP: </w:t>
      </w:r>
      <w:r w:rsidR="00C0379D">
        <w:rPr>
          <w:rFonts w:ascii="Calibri" w:hAnsi="Calibri" w:cs="Calibri"/>
        </w:rPr>
        <w:t>___</w:t>
      </w:r>
      <w:r w:rsidRPr="0022342E">
        <w:rPr>
          <w:rFonts w:ascii="Calibri" w:hAnsi="Calibri" w:cs="Calibri"/>
        </w:rPr>
        <w:t>___</w:t>
      </w:r>
    </w:p>
    <w:p w14:paraId="2C7BD352" w14:textId="77777777" w:rsidR="00200074" w:rsidRPr="0022342E" w:rsidRDefault="00200074" w:rsidP="00200074">
      <w:pPr>
        <w:outlineLvl w:val="0"/>
        <w:rPr>
          <w:rFonts w:ascii="Calibri" w:hAnsi="Calibri" w:cs="Calibri"/>
          <w:b/>
          <w:sz w:val="22"/>
        </w:rPr>
      </w:pPr>
    </w:p>
    <w:p w14:paraId="2566C4AC" w14:textId="77777777" w:rsidR="00200074" w:rsidRDefault="00200074" w:rsidP="00200074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</w:t>
      </w:r>
    </w:p>
    <w:p w14:paraId="7293CE70" w14:textId="77777777" w:rsidR="009E337A" w:rsidRDefault="009E337A" w:rsidP="00200074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5"/>
        <w:gridCol w:w="5031"/>
      </w:tblGrid>
      <w:tr w:rsidR="00B56960" w:rsidRPr="00B1314A" w14:paraId="32FAD048" w14:textId="77777777" w:rsidTr="00B56960">
        <w:trPr>
          <w:trHeight w:val="1745"/>
        </w:trPr>
        <w:tc>
          <w:tcPr>
            <w:tcW w:w="5383" w:type="dxa"/>
          </w:tcPr>
          <w:p w14:paraId="2B639FFA" w14:textId="77777777" w:rsidR="00B56960" w:rsidRDefault="00B56960" w:rsidP="00544F5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1) Find the value(s) of x that make the following expressions undefined.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15x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x-5</m:t>
                    </m:r>
                  </m:den>
                </m:f>
              </m:oMath>
            </m:oMathPara>
          </w:p>
          <w:p w14:paraId="27FD10AA" w14:textId="77777777" w:rsidR="00B56960" w:rsidRDefault="00B56960" w:rsidP="00544F56">
            <w:pPr>
              <w:rPr>
                <w:rFonts w:ascii="Calibri" w:hAnsi="Calibri" w:cs="Calibri"/>
              </w:rPr>
            </w:pPr>
          </w:p>
          <w:p w14:paraId="3275113E" w14:textId="77777777" w:rsidR="00B56960" w:rsidRDefault="00B56960" w:rsidP="00544F56">
            <w:pPr>
              <w:rPr>
                <w:rFonts w:ascii="Calibri" w:hAnsi="Calibri" w:cs="Calibri"/>
              </w:rPr>
            </w:pPr>
          </w:p>
          <w:p w14:paraId="502335F0" w14:textId="77777777" w:rsidR="00B56960" w:rsidRDefault="00B56960" w:rsidP="00544F56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  <w:vMerge w:val="restart"/>
          </w:tcPr>
          <w:p w14:paraId="71D91DCA" w14:textId="77777777" w:rsidR="00B56960" w:rsidRDefault="00B56960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State the x-value for which the graph below is undefined:</w:t>
            </w:r>
          </w:p>
          <w:p w14:paraId="3158B3E9" w14:textId="77777777" w:rsidR="00B56960" w:rsidRPr="001B3619" w:rsidRDefault="00B56960" w:rsidP="00B56960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02B7A08" wp14:editId="1EF53251">
                  <wp:extent cx="2232561" cy="2119640"/>
                  <wp:effectExtent l="0" t="0" r="0" b="0"/>
                  <wp:docPr id="7" name="Picture 7" descr="http://www.math-prof.com/Alg2/Ch21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ath-prof.com/Alg2/Ch21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449" cy="2119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960" w:rsidRPr="00B1314A" w14:paraId="4B395DA8" w14:textId="77777777" w:rsidTr="00B56960">
        <w:trPr>
          <w:trHeight w:val="1727"/>
        </w:trPr>
        <w:tc>
          <w:tcPr>
            <w:tcW w:w="5383" w:type="dxa"/>
          </w:tcPr>
          <w:p w14:paraId="5B151D71" w14:textId="77777777" w:rsidR="00B56960" w:rsidRDefault="00B56960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 Find the value(s) of x that make the following expressions undefined.</w:t>
            </w:r>
          </w:p>
          <w:p w14:paraId="5417563C" w14:textId="77777777" w:rsidR="00B56960" w:rsidRDefault="00B56960" w:rsidP="00544F5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3F9803C0" wp14:editId="45D4B910">
                  <wp:extent cx="3663703" cy="5577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5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42200" w14:textId="77777777" w:rsidR="00B56960" w:rsidRDefault="00B56960" w:rsidP="00544F56">
            <w:pPr>
              <w:rPr>
                <w:rFonts w:ascii="Calibri" w:hAnsi="Calibri" w:cs="Calibri"/>
              </w:rPr>
            </w:pPr>
          </w:p>
          <w:p w14:paraId="1CA92A8D" w14:textId="77777777" w:rsidR="00B56960" w:rsidRDefault="00B56960" w:rsidP="00544F56">
            <w:pPr>
              <w:rPr>
                <w:rFonts w:ascii="Calibri" w:hAnsi="Calibri" w:cs="Calibri"/>
              </w:rPr>
            </w:pPr>
          </w:p>
          <w:p w14:paraId="20D220D1" w14:textId="77777777" w:rsidR="00B56960" w:rsidRDefault="00B56960" w:rsidP="00544F56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  <w:vMerge/>
          </w:tcPr>
          <w:p w14:paraId="3841B13E" w14:textId="77777777" w:rsidR="00B56960" w:rsidRDefault="00B56960" w:rsidP="00544F56">
            <w:pPr>
              <w:rPr>
                <w:rFonts w:ascii="Calibri" w:hAnsi="Calibri" w:cs="Calibri"/>
              </w:rPr>
            </w:pPr>
          </w:p>
        </w:tc>
      </w:tr>
      <w:tr w:rsidR="009E337A" w:rsidRPr="00B1314A" w14:paraId="34DFCDF2" w14:textId="77777777" w:rsidTr="009E337A">
        <w:trPr>
          <w:trHeight w:val="278"/>
        </w:trPr>
        <w:tc>
          <w:tcPr>
            <w:tcW w:w="5383" w:type="dxa"/>
          </w:tcPr>
          <w:p w14:paraId="72CAD078" w14:textId="77777777" w:rsidR="009E337A" w:rsidRPr="000E7142" w:rsidRDefault="00B56960" w:rsidP="00544F5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4</w:t>
            </w:r>
            <w:r w:rsidR="009E337A">
              <w:rPr>
                <w:rFonts w:ascii="Calibri" w:hAnsi="Calibri" w:cs="Calibri"/>
              </w:rPr>
              <w:t>) What is the sum of the values that make the expression below undefined: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w:br/>
              </m:r>
            </m:oMath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-2x-63</m:t>
                    </m:r>
                  </m:den>
                </m:f>
              </m:oMath>
            </m:oMathPara>
          </w:p>
          <w:p w14:paraId="69AC6EA6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171DB53E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69BEC451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567E4B7D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4622E21C" w14:textId="77777777" w:rsidR="009E337A" w:rsidRDefault="009E337A" w:rsidP="00544F56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</w:tcPr>
          <w:p w14:paraId="434934FF" w14:textId="77777777" w:rsidR="009E337A" w:rsidRDefault="00B56960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9E337A">
              <w:rPr>
                <w:rFonts w:ascii="Calibri" w:hAnsi="Calibri" w:cs="Calibri"/>
              </w:rPr>
              <w:t>) What value(s) makes the expression undefined?</w:t>
            </w:r>
          </w:p>
          <w:p w14:paraId="6A82F8E5" w14:textId="77777777" w:rsidR="009E337A" w:rsidRPr="000E7142" w:rsidRDefault="00544F56" w:rsidP="00544F56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-12x+27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-x-72</m:t>
                    </m:r>
                  </m:den>
                </m:f>
              </m:oMath>
            </m:oMathPara>
          </w:p>
          <w:p w14:paraId="3D93565D" w14:textId="77777777" w:rsidR="009E337A" w:rsidRPr="009E337A" w:rsidRDefault="009E337A" w:rsidP="00544F56">
            <w:pPr>
              <w:rPr>
                <w:rFonts w:asciiTheme="minorHAnsi" w:hAnsiTheme="minorHAnsi" w:cstheme="minorHAnsi"/>
              </w:rPr>
            </w:pPr>
          </w:p>
          <w:p w14:paraId="5864FA36" w14:textId="77777777" w:rsidR="009E337A" w:rsidRDefault="009E337A" w:rsidP="00544F56">
            <w:pPr>
              <w:rPr>
                <w:rFonts w:ascii="Calibri" w:hAnsi="Calibri" w:cs="Calibri"/>
              </w:rPr>
            </w:pPr>
          </w:p>
        </w:tc>
      </w:tr>
      <w:tr w:rsidR="009E337A" w:rsidRPr="00B1314A" w14:paraId="137F31D6" w14:textId="77777777" w:rsidTr="009E337A">
        <w:trPr>
          <w:trHeight w:val="323"/>
        </w:trPr>
        <w:tc>
          <w:tcPr>
            <w:tcW w:w="5383" w:type="dxa"/>
          </w:tcPr>
          <w:p w14:paraId="08EC9F13" w14:textId="77777777" w:rsidR="009E337A" w:rsidRPr="000E7142" w:rsidRDefault="00B56960" w:rsidP="00544F5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6</w:t>
            </w:r>
            <w:r w:rsidR="009E337A">
              <w:rPr>
                <w:rFonts w:ascii="Calibri" w:hAnsi="Calibri" w:cs="Calibri"/>
              </w:rPr>
              <w:t xml:space="preserve">) </w:t>
            </w:r>
            <w:r w:rsidR="009E337A" w:rsidRPr="000E7142">
              <w:rPr>
                <w:rFonts w:asciiTheme="minorHAnsi" w:hAnsiTheme="minorHAnsi" w:cstheme="minorHAnsi"/>
              </w:rPr>
              <w:t xml:space="preserve">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x+9</m:t>
                  </m:r>
                </m:den>
              </m:f>
            </m:oMath>
            <w:r w:rsidR="009E337A" w:rsidRPr="000E7142">
              <w:rPr>
                <w:rFonts w:asciiTheme="minorHAnsi" w:hAnsiTheme="minorHAnsi" w:cstheme="minorHAnsi"/>
              </w:rPr>
              <w:t xml:space="preserve"> is u</w:t>
            </w:r>
            <w:r w:rsidR="00D603F8">
              <w:rPr>
                <w:rFonts w:asciiTheme="minorHAnsi" w:hAnsiTheme="minorHAnsi" w:cstheme="minorHAnsi"/>
              </w:rPr>
              <w:t xml:space="preserve">ndefined, what is the value </w:t>
            </w:r>
            <w:proofErr w:type="gramStart"/>
            <w:r w:rsidR="00D603F8">
              <w:rPr>
                <w:rFonts w:asciiTheme="minorHAnsi" w:hAnsiTheme="minorHAnsi" w:cstheme="minorHAnsi"/>
              </w:rPr>
              <w:t xml:space="preserve">of </w:t>
            </w:r>
            <w:r w:rsidR="009E337A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x</m:t>
              </m:r>
              <w:proofErr w:type="gramEnd"/>
              <m:r>
                <w:rPr>
                  <w:rFonts w:ascii="Cambria Math" w:hAnsi="Cambria Math" w:cstheme="minorHAnsi"/>
                </w:rPr>
                <m:t>+8</m:t>
              </m:r>
            </m:oMath>
            <w:r w:rsidR="009E337A" w:rsidRPr="000E7142">
              <w:rPr>
                <w:rFonts w:asciiTheme="minorHAnsi" w:hAnsiTheme="minorHAnsi" w:cstheme="minorHAnsi"/>
              </w:rPr>
              <w:t xml:space="preserve">? </w:t>
            </w:r>
          </w:p>
          <w:p w14:paraId="789F4D6D" w14:textId="77777777" w:rsidR="009E337A" w:rsidRDefault="009E337A" w:rsidP="00544F56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</w:tcPr>
          <w:p w14:paraId="126A5147" w14:textId="77777777" w:rsidR="009E337A" w:rsidRDefault="00B56960" w:rsidP="00544F5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7</w:t>
            </w:r>
            <w:r w:rsidR="009E337A">
              <w:rPr>
                <w:rFonts w:ascii="Calibri" w:hAnsi="Calibri" w:cs="Calibri"/>
              </w:rPr>
              <w:t>)</w:t>
            </w:r>
            <w:r w:rsidR="009E337A" w:rsidRPr="000E7142">
              <w:rPr>
                <w:rFonts w:asciiTheme="minorHAnsi" w:hAnsiTheme="minorHAnsi" w:cstheme="minorHAnsi"/>
              </w:rPr>
              <w:t xml:space="preserve"> 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3x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5+x</m:t>
                  </m:r>
                </m:den>
              </m:f>
            </m:oMath>
            <w:r w:rsidR="009E337A" w:rsidRPr="000E7142">
              <w:rPr>
                <w:rFonts w:asciiTheme="minorHAnsi" w:hAnsiTheme="minorHAnsi" w:cstheme="minorHAnsi"/>
              </w:rPr>
              <w:t xml:space="preserve"> is</w:t>
            </w:r>
            <w:r w:rsidR="009E337A">
              <w:rPr>
                <w:rFonts w:asciiTheme="minorHAnsi" w:hAnsiTheme="minorHAnsi" w:cstheme="minorHAnsi"/>
              </w:rPr>
              <w:t xml:space="preserve"> undefined, what is the value of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+4</m:t>
              </m:r>
            </m:oMath>
            <w:r w:rsidR="009E337A" w:rsidRPr="000E7142">
              <w:rPr>
                <w:rFonts w:asciiTheme="minorHAnsi" w:hAnsiTheme="minorHAnsi" w:cstheme="minorHAnsi"/>
              </w:rPr>
              <w:t>?</w:t>
            </w:r>
          </w:p>
          <w:p w14:paraId="13BCBBE1" w14:textId="77777777" w:rsidR="009E337A" w:rsidRDefault="009E337A" w:rsidP="00544F56">
            <w:pPr>
              <w:rPr>
                <w:rFonts w:asciiTheme="minorHAnsi" w:hAnsiTheme="minorHAnsi" w:cstheme="minorHAnsi"/>
              </w:rPr>
            </w:pPr>
          </w:p>
          <w:p w14:paraId="4A806B39" w14:textId="77777777" w:rsidR="009E337A" w:rsidRDefault="009E337A" w:rsidP="00544F56">
            <w:pPr>
              <w:rPr>
                <w:rFonts w:asciiTheme="minorHAnsi" w:hAnsiTheme="minorHAnsi" w:cstheme="minorHAnsi"/>
              </w:rPr>
            </w:pPr>
          </w:p>
          <w:p w14:paraId="3B9E444C" w14:textId="77777777" w:rsidR="009E337A" w:rsidRDefault="009E337A" w:rsidP="00544F56">
            <w:pPr>
              <w:rPr>
                <w:rFonts w:asciiTheme="minorHAnsi" w:hAnsiTheme="minorHAnsi" w:cstheme="minorHAnsi"/>
              </w:rPr>
            </w:pPr>
          </w:p>
          <w:p w14:paraId="41AEE23D" w14:textId="77777777" w:rsidR="00D603F8" w:rsidRDefault="00D603F8" w:rsidP="00544F56">
            <w:pPr>
              <w:rPr>
                <w:rFonts w:asciiTheme="minorHAnsi" w:hAnsiTheme="minorHAnsi" w:cstheme="minorHAnsi"/>
              </w:rPr>
            </w:pPr>
          </w:p>
          <w:p w14:paraId="6D2A14B3" w14:textId="77777777" w:rsidR="009E337A" w:rsidRDefault="009E337A" w:rsidP="00544F56">
            <w:pPr>
              <w:rPr>
                <w:rFonts w:asciiTheme="minorHAnsi" w:hAnsiTheme="minorHAnsi" w:cstheme="minorHAnsi"/>
              </w:rPr>
            </w:pPr>
          </w:p>
          <w:p w14:paraId="02690F5E" w14:textId="77777777" w:rsidR="009E337A" w:rsidRDefault="009E337A" w:rsidP="00544F56">
            <w:pPr>
              <w:rPr>
                <w:rFonts w:ascii="Calibri" w:hAnsi="Calibri" w:cs="Calibri"/>
              </w:rPr>
            </w:pPr>
          </w:p>
        </w:tc>
      </w:tr>
      <w:tr w:rsidR="00D603F8" w:rsidRPr="00B1314A" w14:paraId="3687FA98" w14:textId="77777777" w:rsidTr="009E337A">
        <w:trPr>
          <w:trHeight w:val="323"/>
        </w:trPr>
        <w:tc>
          <w:tcPr>
            <w:tcW w:w="5383" w:type="dxa"/>
          </w:tcPr>
          <w:p w14:paraId="11A7AA6D" w14:textId="77777777" w:rsidR="00B31DE1" w:rsidRDefault="00B56960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D603F8">
              <w:rPr>
                <w:rFonts w:ascii="Calibri" w:hAnsi="Calibri" w:cs="Calibri"/>
              </w:rPr>
              <w:t xml:space="preserve">) </w:t>
            </w:r>
            <w:r w:rsidR="00B31DE1">
              <w:rPr>
                <w:rFonts w:ascii="Calibri" w:hAnsi="Calibri" w:cs="Calibri"/>
              </w:rPr>
              <w:t xml:space="preserve">Let </w:t>
            </w:r>
            <w:proofErr w:type="gramStart"/>
            <w:r w:rsidR="00B31DE1">
              <w:rPr>
                <w:rFonts w:ascii="Calibri" w:hAnsi="Calibri" w:cs="Calibri"/>
              </w:rPr>
              <w:t>k(</w:t>
            </w:r>
            <w:proofErr w:type="gramEnd"/>
            <w:r w:rsidR="00B31DE1">
              <w:rPr>
                <w:rFonts w:ascii="Calibri" w:hAnsi="Calibri" w:cs="Calibri"/>
              </w:rPr>
              <w:t xml:space="preserve">x) = x - 10 and j(x) = </w:t>
            </w:r>
            <w:r w:rsidR="00B02FDB" w:rsidRPr="00F15662">
              <w:rPr>
                <w:rFonts w:ascii="Calibri" w:hAnsi="Calibri" w:cs="Calibri"/>
                <w:position w:val="-6"/>
              </w:rPr>
              <w:object w:dxaOrig="1180" w:dyaOrig="320" w14:anchorId="0CCC6C43">
                <v:shape id="_x0000_i1025" type="#_x0000_t75" style="width:58.35pt;height:16.15pt" o:ole="">
                  <v:imagedata r:id="rId27" o:title=""/>
                </v:shape>
                <o:OLEObject Type="Embed" ProgID="Equation.3" ShapeID="_x0000_i1025" DrawAspect="Content" ObjectID="_1292626979" r:id="rId28"/>
              </w:object>
            </w:r>
            <w:r w:rsidR="00B31DE1">
              <w:rPr>
                <w:rFonts w:ascii="Calibri" w:hAnsi="Calibri" w:cs="Calibri"/>
              </w:rPr>
              <w:t>.</w:t>
            </w:r>
          </w:p>
          <w:p w14:paraId="6841CD3F" w14:textId="77777777" w:rsidR="00B31DE1" w:rsidRDefault="00B31DE1" w:rsidP="00B31DE1">
            <w:pPr>
              <w:rPr>
                <w:rFonts w:ascii="Calibri" w:hAnsi="Calibri" w:cs="Calibri"/>
              </w:rPr>
            </w:pPr>
          </w:p>
          <w:p w14:paraId="3F6BC5D3" w14:textId="77777777" w:rsidR="00B31DE1" w:rsidRDefault="00B31DE1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a. Find </w:t>
            </w:r>
            <w:proofErr w:type="gramStart"/>
            <w:r>
              <w:rPr>
                <w:rFonts w:ascii="Calibri" w:hAnsi="Calibri" w:cs="Calibri"/>
              </w:rPr>
              <w:t>j(</w:t>
            </w:r>
            <w:proofErr w:type="gramEnd"/>
            <w:r>
              <w:rPr>
                <w:rFonts w:ascii="Calibri" w:hAnsi="Calibri" w:cs="Calibri"/>
              </w:rPr>
              <w:t>k(x))</w:t>
            </w:r>
            <w:r w:rsidRPr="00A26A58">
              <w:rPr>
                <w:rFonts w:ascii="Calibri" w:hAnsi="Calibri" w:cs="Calibri"/>
              </w:rPr>
              <w:t>.</w:t>
            </w:r>
          </w:p>
          <w:p w14:paraId="2491049F" w14:textId="77777777" w:rsidR="00B31DE1" w:rsidRDefault="00B31DE1" w:rsidP="00B31DE1">
            <w:pPr>
              <w:rPr>
                <w:position w:val="-6"/>
              </w:rPr>
            </w:pPr>
          </w:p>
          <w:p w14:paraId="6A6B20D9" w14:textId="77777777" w:rsidR="00B31DE1" w:rsidRDefault="00B31DE1" w:rsidP="00B31DE1">
            <w:pPr>
              <w:rPr>
                <w:position w:val="-6"/>
              </w:rPr>
            </w:pPr>
          </w:p>
          <w:p w14:paraId="2AD823E9" w14:textId="77777777" w:rsidR="00B31DE1" w:rsidRDefault="00B31DE1" w:rsidP="00B31DE1">
            <w:pPr>
              <w:rPr>
                <w:position w:val="-6"/>
              </w:rPr>
            </w:pPr>
          </w:p>
          <w:p w14:paraId="0831AB19" w14:textId="77777777" w:rsidR="0096049A" w:rsidRDefault="0096049A" w:rsidP="00B31DE1">
            <w:pPr>
              <w:rPr>
                <w:position w:val="-6"/>
              </w:rPr>
            </w:pPr>
          </w:p>
          <w:p w14:paraId="40E67DE2" w14:textId="77777777" w:rsidR="00DD13E7" w:rsidRDefault="00DD13E7" w:rsidP="00B31DE1">
            <w:pPr>
              <w:rPr>
                <w:position w:val="-6"/>
              </w:rPr>
            </w:pPr>
          </w:p>
          <w:p w14:paraId="65781194" w14:textId="77777777" w:rsidR="00DD13E7" w:rsidRDefault="00DD13E7" w:rsidP="00B31DE1">
            <w:pPr>
              <w:rPr>
                <w:position w:val="-6"/>
              </w:rPr>
            </w:pPr>
          </w:p>
          <w:p w14:paraId="4A4749BC" w14:textId="77777777" w:rsidR="00D603F8" w:rsidRDefault="00B31DE1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b. Find </w:t>
            </w:r>
            <w:proofErr w:type="gramStart"/>
            <w:r>
              <w:rPr>
                <w:rFonts w:ascii="Calibri" w:hAnsi="Calibri" w:cs="Calibri"/>
              </w:rPr>
              <w:t>k(</w:t>
            </w:r>
            <w:proofErr w:type="gramEnd"/>
            <w:r>
              <w:rPr>
                <w:rFonts w:ascii="Calibri" w:hAnsi="Calibri" w:cs="Calibri"/>
              </w:rPr>
              <w:t>k(x</w:t>
            </w:r>
            <w:r w:rsidRPr="00A26A58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>)</w:t>
            </w:r>
            <w:r w:rsidRPr="00A26A58">
              <w:rPr>
                <w:rFonts w:ascii="Calibri" w:hAnsi="Calibri" w:cs="Calibri"/>
              </w:rPr>
              <w:t>.</w:t>
            </w:r>
          </w:p>
          <w:p w14:paraId="2BE48B83" w14:textId="77777777" w:rsidR="00DD13E7" w:rsidRDefault="00DD13E7" w:rsidP="00544F56">
            <w:pPr>
              <w:rPr>
                <w:rFonts w:ascii="Calibri" w:hAnsi="Calibri" w:cs="Calibri"/>
              </w:rPr>
            </w:pPr>
          </w:p>
          <w:p w14:paraId="79C8EEBD" w14:textId="77777777" w:rsidR="00D603F8" w:rsidRDefault="00D603F8" w:rsidP="00544F56">
            <w:pPr>
              <w:rPr>
                <w:rFonts w:ascii="Calibri" w:hAnsi="Calibri" w:cs="Calibri"/>
              </w:rPr>
            </w:pPr>
          </w:p>
          <w:p w14:paraId="747DA290" w14:textId="77777777" w:rsidR="0096049A" w:rsidRDefault="0096049A" w:rsidP="00544F56">
            <w:pPr>
              <w:rPr>
                <w:rFonts w:ascii="Calibri" w:hAnsi="Calibri" w:cs="Calibri"/>
              </w:rPr>
            </w:pPr>
          </w:p>
          <w:p w14:paraId="09F39A2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616D4F1D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3980E4ED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20DB2653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12D26F44" w14:textId="77777777" w:rsidR="0096049A" w:rsidRDefault="0096049A" w:rsidP="00544F56">
            <w:pPr>
              <w:rPr>
                <w:rFonts w:ascii="Calibri" w:hAnsi="Calibri" w:cs="Calibri"/>
              </w:rPr>
            </w:pPr>
          </w:p>
          <w:p w14:paraId="2C7BB3CF" w14:textId="77777777" w:rsidR="00D603F8" w:rsidRDefault="00D603F8" w:rsidP="00544F56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</w:tcPr>
          <w:p w14:paraId="20ADDC73" w14:textId="77777777" w:rsidR="00B31DE1" w:rsidRDefault="00B56960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</w:t>
            </w:r>
            <w:r w:rsidR="00D603F8">
              <w:rPr>
                <w:rFonts w:ascii="Calibri" w:hAnsi="Calibri" w:cs="Calibri"/>
              </w:rPr>
              <w:t>)</w:t>
            </w:r>
            <w:r w:rsidR="00B31DE1">
              <w:rPr>
                <w:rFonts w:ascii="Calibri" w:hAnsi="Calibri" w:cs="Calibri"/>
              </w:rPr>
              <w:t xml:space="preserve"> Let </w:t>
            </w:r>
            <w:proofErr w:type="gramStart"/>
            <w:r w:rsidR="00B31DE1">
              <w:rPr>
                <w:rFonts w:ascii="Calibri" w:hAnsi="Calibri" w:cs="Calibri"/>
              </w:rPr>
              <w:t>f(</w:t>
            </w:r>
            <w:proofErr w:type="gramEnd"/>
            <w:r w:rsidR="00B31DE1">
              <w:rPr>
                <w:rFonts w:ascii="Calibri" w:hAnsi="Calibri" w:cs="Calibri"/>
              </w:rPr>
              <w:t xml:space="preserve">x) = </w:t>
            </w:r>
            <w:r w:rsidR="00521CA8" w:rsidRPr="00F15662">
              <w:rPr>
                <w:rFonts w:ascii="Calibri" w:hAnsi="Calibri" w:cs="Calibri"/>
                <w:position w:val="-6"/>
              </w:rPr>
              <w:object w:dxaOrig="639" w:dyaOrig="320" w14:anchorId="19620AD4">
                <v:shape id="_x0000_i1026" type="#_x0000_t75" style="width:32.3pt;height:16.15pt" o:ole="">
                  <v:imagedata r:id="rId29" o:title=""/>
                </v:shape>
                <o:OLEObject Type="Embed" ProgID="Equation.3" ShapeID="_x0000_i1026" DrawAspect="Content" ObjectID="_1292626980" r:id="rId30"/>
              </w:object>
            </w:r>
            <w:r w:rsidR="00B31DE1">
              <w:rPr>
                <w:rFonts w:ascii="Calibri" w:hAnsi="Calibri" w:cs="Calibri"/>
              </w:rPr>
              <w:t xml:space="preserve"> and g(x) = x + 9.</w:t>
            </w:r>
          </w:p>
          <w:p w14:paraId="48EEEFDC" w14:textId="77777777" w:rsidR="00B31DE1" w:rsidRDefault="00B31DE1" w:rsidP="00B31DE1">
            <w:pPr>
              <w:rPr>
                <w:rFonts w:ascii="Calibri" w:hAnsi="Calibri" w:cs="Calibri"/>
              </w:rPr>
            </w:pPr>
          </w:p>
          <w:p w14:paraId="11749AB9" w14:textId="77777777" w:rsidR="00B31DE1" w:rsidRDefault="00B31DE1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a. Find g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f(x</w:t>
            </w:r>
            <w:r w:rsidRPr="00A26A58">
              <w:rPr>
                <w:rFonts w:ascii="Calibri" w:hAnsi="Calibri" w:cs="Calibri"/>
              </w:rPr>
              <w:t>).</w:t>
            </w:r>
          </w:p>
          <w:p w14:paraId="41606FD7" w14:textId="77777777" w:rsidR="00B31DE1" w:rsidRDefault="00B31DE1" w:rsidP="00B31DE1">
            <w:pPr>
              <w:rPr>
                <w:position w:val="-6"/>
              </w:rPr>
            </w:pPr>
          </w:p>
          <w:p w14:paraId="2BAF73A2" w14:textId="77777777" w:rsidR="00B31DE1" w:rsidRDefault="00B31DE1" w:rsidP="00B31DE1">
            <w:pPr>
              <w:rPr>
                <w:position w:val="-6"/>
              </w:rPr>
            </w:pPr>
          </w:p>
          <w:p w14:paraId="04F3D03E" w14:textId="77777777" w:rsidR="00B31DE1" w:rsidRDefault="00B31DE1" w:rsidP="00B31DE1">
            <w:pPr>
              <w:rPr>
                <w:position w:val="-6"/>
              </w:rPr>
            </w:pPr>
          </w:p>
          <w:p w14:paraId="2EEF0EEA" w14:textId="77777777" w:rsidR="0096049A" w:rsidRDefault="0096049A" w:rsidP="00B31DE1">
            <w:pPr>
              <w:rPr>
                <w:position w:val="-6"/>
              </w:rPr>
            </w:pPr>
          </w:p>
          <w:p w14:paraId="241BFEE7" w14:textId="77777777" w:rsidR="0096049A" w:rsidRDefault="0096049A" w:rsidP="00B31DE1">
            <w:pPr>
              <w:rPr>
                <w:position w:val="-6"/>
              </w:rPr>
            </w:pPr>
          </w:p>
          <w:p w14:paraId="610E99DD" w14:textId="77777777" w:rsidR="0096049A" w:rsidRDefault="0096049A" w:rsidP="00B31DE1">
            <w:pPr>
              <w:rPr>
                <w:position w:val="-6"/>
              </w:rPr>
            </w:pPr>
          </w:p>
          <w:p w14:paraId="18888B74" w14:textId="77777777" w:rsidR="00B31DE1" w:rsidRDefault="00B31DE1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b. Find f</w:t>
            </w:r>
            <m:oMath>
              <m:r>
                <w:rPr>
                  <w:rFonts w:ascii="Cambria Math" w:hAnsi="Calibri"/>
                </w:rPr>
                <m:t xml:space="preserve"> </m:t>
              </m:r>
              <m:r>
                <w:rPr>
                  <w:rFonts w:ascii="Lucida Sans Unicode" w:hAnsi="Lucida Sans Unicode" w:cs="Lucida Sans Unicode"/>
                </w:rPr>
                <m:t>∘</m:t>
              </m:r>
            </m:oMath>
            <w:r w:rsidRPr="00A26A58"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g(</w:t>
            </w:r>
            <w:proofErr w:type="gramEnd"/>
            <w:r>
              <w:rPr>
                <w:rFonts w:ascii="Calibri" w:hAnsi="Calibri" w:cs="Calibri"/>
              </w:rPr>
              <w:t>x</w:t>
            </w:r>
            <w:r w:rsidRPr="00A26A58">
              <w:rPr>
                <w:rFonts w:ascii="Calibri" w:hAnsi="Calibri" w:cs="Calibri"/>
              </w:rPr>
              <w:t>).</w:t>
            </w:r>
          </w:p>
          <w:p w14:paraId="495AAC12" w14:textId="77777777" w:rsidR="00D603F8" w:rsidRDefault="00D603F8" w:rsidP="00544F56">
            <w:pPr>
              <w:rPr>
                <w:rFonts w:ascii="Calibri" w:hAnsi="Calibri" w:cs="Calibri"/>
              </w:rPr>
            </w:pPr>
          </w:p>
        </w:tc>
      </w:tr>
      <w:tr w:rsidR="0096049A" w:rsidRPr="00B1314A" w14:paraId="4FACA9CA" w14:textId="77777777" w:rsidTr="009E337A">
        <w:trPr>
          <w:trHeight w:val="323"/>
        </w:trPr>
        <w:tc>
          <w:tcPr>
            <w:tcW w:w="5383" w:type="dxa"/>
          </w:tcPr>
          <w:p w14:paraId="4506A373" w14:textId="64AD8D6A" w:rsidR="0096049A" w:rsidRDefault="0096049A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10.</w:t>
            </w:r>
            <w:r w:rsidR="0095473D">
              <w:rPr>
                <w:rFonts w:ascii="Calibri" w:hAnsi="Calibri" w:cs="Calibri"/>
              </w:rPr>
              <w:t xml:space="preserve"> For what value of k is x=4 a solution to </w:t>
            </w:r>
            <w:r w:rsidR="0095473D" w:rsidRPr="0095473D">
              <w:rPr>
                <w:rFonts w:ascii="Calibri" w:hAnsi="Calibri" w:cs="Calibri"/>
                <w:position w:val="-6"/>
              </w:rPr>
              <w:object w:dxaOrig="1440" w:dyaOrig="320" w14:anchorId="3207692D">
                <v:shape id="_x0000_i1073" type="#_x0000_t75" style="width:1in;height:16.15pt" o:ole="">
                  <v:imagedata r:id="rId31" o:title=""/>
                </v:shape>
                <o:OLEObject Type="Embed" ProgID="Equation.3" ShapeID="_x0000_i1073" DrawAspect="Content" ObjectID="_1292626981" r:id="rId32"/>
              </w:object>
            </w:r>
            <w:r w:rsidR="0095473D">
              <w:rPr>
                <w:rFonts w:ascii="Calibri" w:hAnsi="Calibri" w:cs="Calibri"/>
              </w:rPr>
              <w:t>?</w:t>
            </w:r>
          </w:p>
          <w:p w14:paraId="2AB9449A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208988E9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575618A0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1CFBA4FE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1038D559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6F5D6197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7CF56934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56FD3D71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4C2AEDB2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6DD1F449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70AE1018" w14:textId="56768198" w:rsidR="0096049A" w:rsidRDefault="0096049A" w:rsidP="00B31DE1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</w:tcPr>
          <w:p w14:paraId="60AC5E5B" w14:textId="71170022" w:rsidR="0096049A" w:rsidRDefault="0096049A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  <w:r w:rsidR="0095473D">
              <w:rPr>
                <w:rFonts w:ascii="Calibri" w:hAnsi="Calibri" w:cs="Calibri"/>
              </w:rPr>
              <w:t xml:space="preserve">For what value of p is x=3 a solution to </w:t>
            </w:r>
            <w:r w:rsidR="0095473D" w:rsidRPr="0095473D">
              <w:rPr>
                <w:rFonts w:ascii="Calibri" w:hAnsi="Calibri" w:cs="Calibri"/>
                <w:position w:val="-10"/>
              </w:rPr>
              <w:object w:dxaOrig="1440" w:dyaOrig="360" w14:anchorId="1A6D1662">
                <v:shape id="_x0000_i1076" type="#_x0000_t75" style="width:1in;height:18.6pt" o:ole="">
                  <v:imagedata r:id="rId33" o:title=""/>
                </v:shape>
                <o:OLEObject Type="Embed" ProgID="Equation.3" ShapeID="_x0000_i1076" DrawAspect="Content" ObjectID="_1292626982" r:id="rId34"/>
              </w:object>
            </w:r>
          </w:p>
        </w:tc>
      </w:tr>
      <w:tr w:rsidR="0096049A" w:rsidRPr="00B1314A" w14:paraId="0AE3C2F2" w14:textId="77777777" w:rsidTr="009E337A">
        <w:trPr>
          <w:trHeight w:val="323"/>
        </w:trPr>
        <w:tc>
          <w:tcPr>
            <w:tcW w:w="5383" w:type="dxa"/>
          </w:tcPr>
          <w:p w14:paraId="299C8130" w14:textId="0A9412EC" w:rsidR="0096049A" w:rsidRDefault="0096049A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  <w:r w:rsidR="0095473D">
              <w:rPr>
                <w:rFonts w:ascii="Calibri" w:hAnsi="Calibri" w:cs="Calibri"/>
              </w:rPr>
              <w:t xml:space="preserve"> What is the product of 3x-1 and 3x+</w:t>
            </w:r>
            <w:proofErr w:type="gramStart"/>
            <w:r w:rsidR="0095473D">
              <w:rPr>
                <w:rFonts w:ascii="Calibri" w:hAnsi="Calibri" w:cs="Calibri"/>
              </w:rPr>
              <w:t>1 ?</w:t>
            </w:r>
            <w:proofErr w:type="gramEnd"/>
          </w:p>
          <w:p w14:paraId="7414D10C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5DA4A58E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6C75C8C7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7DA45BEC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256760A7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10701D84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38291E21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1C75B547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231425DC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6AB81DBC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7ECEECBE" w14:textId="5F31E280" w:rsidR="0095473D" w:rsidRDefault="0095473D" w:rsidP="00B31DE1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</w:tcPr>
          <w:p w14:paraId="635D3C6B" w14:textId="6DA68F72" w:rsidR="0096049A" w:rsidRDefault="0096049A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  <w:r w:rsidR="0095473D">
              <w:rPr>
                <w:rFonts w:ascii="Calibri" w:hAnsi="Calibri" w:cs="Calibri"/>
              </w:rPr>
              <w:t xml:space="preserve">  What is the product of 2x+3 and 4x-</w:t>
            </w:r>
            <w:proofErr w:type="gramStart"/>
            <w:r w:rsidR="0095473D">
              <w:rPr>
                <w:rFonts w:ascii="Calibri" w:hAnsi="Calibri" w:cs="Calibri"/>
              </w:rPr>
              <w:t>2 ?</w:t>
            </w:r>
            <w:proofErr w:type="gramEnd"/>
          </w:p>
        </w:tc>
      </w:tr>
      <w:tr w:rsidR="0096049A" w:rsidRPr="00B1314A" w14:paraId="7800EC4F" w14:textId="77777777" w:rsidTr="009E337A">
        <w:trPr>
          <w:trHeight w:val="323"/>
        </w:trPr>
        <w:tc>
          <w:tcPr>
            <w:tcW w:w="5383" w:type="dxa"/>
          </w:tcPr>
          <w:p w14:paraId="3459B74C" w14:textId="0BDE95E4" w:rsidR="0096049A" w:rsidRDefault="0096049A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  <w:r w:rsidR="0095473D">
              <w:rPr>
                <w:rFonts w:ascii="Calibri" w:hAnsi="Calibri" w:cs="Calibri"/>
              </w:rPr>
              <w:t xml:space="preserve"> Simplify </w:t>
            </w:r>
            <w:r w:rsidR="0095473D" w:rsidRPr="0095473D">
              <w:rPr>
                <w:rFonts w:ascii="Calibri" w:hAnsi="Calibri" w:cs="Calibri"/>
                <w:position w:val="-6"/>
              </w:rPr>
              <w:object w:dxaOrig="1180" w:dyaOrig="320" w14:anchorId="28565784">
                <v:shape id="_x0000_i1079" type="#_x0000_t75" style="width:59.6pt;height:16.15pt" o:ole="">
                  <v:imagedata r:id="rId35" o:title=""/>
                </v:shape>
                <o:OLEObject Type="Embed" ProgID="Equation.3" ShapeID="_x0000_i1079" DrawAspect="Content" ObjectID="_1292626983" r:id="rId36"/>
              </w:object>
            </w:r>
            <w:r w:rsidR="0095473D">
              <w:rPr>
                <w:rFonts w:ascii="Calibri" w:hAnsi="Calibri" w:cs="Calibri"/>
              </w:rPr>
              <w:t xml:space="preserve"> in factored form.</w:t>
            </w:r>
          </w:p>
          <w:p w14:paraId="70D9BE11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6C5D7BBF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59614C0A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04AF0D01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4A928C05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73127F8B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27B3EEA2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3CD68F7F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0E4BE264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125A09E8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233AD543" w14:textId="77777777" w:rsidR="0095473D" w:rsidRDefault="0095473D" w:rsidP="00B31DE1">
            <w:pPr>
              <w:rPr>
                <w:rFonts w:ascii="Calibri" w:hAnsi="Calibri" w:cs="Calibri"/>
              </w:rPr>
            </w:pPr>
          </w:p>
          <w:p w14:paraId="6F9C6BE6" w14:textId="697AD80C" w:rsidR="0095473D" w:rsidRDefault="0095473D" w:rsidP="00B31DE1">
            <w:pPr>
              <w:rPr>
                <w:rFonts w:ascii="Calibri" w:hAnsi="Calibri" w:cs="Calibri"/>
              </w:rPr>
            </w:pPr>
          </w:p>
        </w:tc>
        <w:tc>
          <w:tcPr>
            <w:tcW w:w="5383" w:type="dxa"/>
          </w:tcPr>
          <w:p w14:paraId="28BF3979" w14:textId="4B3C85D2" w:rsidR="0096049A" w:rsidRDefault="0096049A" w:rsidP="00B31D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  <w:r w:rsidR="0095473D">
              <w:rPr>
                <w:rFonts w:ascii="Calibri" w:hAnsi="Calibri" w:cs="Calibri"/>
              </w:rPr>
              <w:t xml:space="preserve"> When x=-3 and y=2, what is the value of </w:t>
            </w:r>
            <w:r w:rsidR="0095473D" w:rsidRPr="0095473D">
              <w:rPr>
                <w:rFonts w:ascii="Calibri" w:hAnsi="Calibri" w:cs="Calibri"/>
                <w:position w:val="-10"/>
              </w:rPr>
              <w:object w:dxaOrig="980" w:dyaOrig="360" w14:anchorId="4349C8D1">
                <v:shape id="_x0000_i1082" type="#_x0000_t75" style="width:48.4pt;height:18.6pt" o:ole="">
                  <v:imagedata r:id="rId37" o:title=""/>
                </v:shape>
                <o:OLEObject Type="Embed" ProgID="Equation.3" ShapeID="_x0000_i1082" DrawAspect="Content" ObjectID="_1292626984" r:id="rId38"/>
              </w:object>
            </w:r>
            <w:r w:rsidR="0095473D">
              <w:rPr>
                <w:rFonts w:ascii="Calibri" w:hAnsi="Calibri" w:cs="Calibri"/>
              </w:rPr>
              <w:t>?</w:t>
            </w:r>
          </w:p>
          <w:p w14:paraId="405A7A1E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6A0BB467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5E14B5A6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5B89802A" w14:textId="77777777" w:rsidR="0096049A" w:rsidRDefault="0096049A" w:rsidP="00B31DE1">
            <w:pPr>
              <w:rPr>
                <w:rFonts w:ascii="Calibri" w:hAnsi="Calibri" w:cs="Calibri"/>
              </w:rPr>
            </w:pPr>
          </w:p>
          <w:p w14:paraId="5EE450E9" w14:textId="77777777" w:rsidR="0096049A" w:rsidRDefault="0096049A" w:rsidP="00B31DE1">
            <w:pPr>
              <w:rPr>
                <w:rFonts w:ascii="Calibri" w:hAnsi="Calibri" w:cs="Calibri"/>
              </w:rPr>
            </w:pPr>
          </w:p>
        </w:tc>
      </w:tr>
    </w:tbl>
    <w:p w14:paraId="25ED90BE" w14:textId="77777777" w:rsidR="0095473D" w:rsidRDefault="0095473D" w:rsidP="00200074">
      <w:pPr>
        <w:rPr>
          <w:rFonts w:ascii="Calibri" w:hAnsi="Calibri" w:cs="Calibri"/>
        </w:rPr>
      </w:pPr>
    </w:p>
    <w:p w14:paraId="25D6A304" w14:textId="77777777" w:rsidR="0095473D" w:rsidRDefault="0095473D" w:rsidP="00200074">
      <w:pPr>
        <w:rPr>
          <w:rFonts w:ascii="Calibri" w:hAnsi="Calibri" w:cs="Calibri"/>
        </w:rPr>
      </w:pPr>
    </w:p>
    <w:p w14:paraId="19A55AB5" w14:textId="4B0CAD20" w:rsidR="00200074" w:rsidRPr="0022342E" w:rsidRDefault="00200074" w:rsidP="00200074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61B3D" wp14:editId="598FE427">
                <wp:simplePos x="0" y="0"/>
                <wp:positionH relativeFrom="column">
                  <wp:posOffset>3846195</wp:posOffset>
                </wp:positionH>
                <wp:positionV relativeFrom="paragraph">
                  <wp:posOffset>-314325</wp:posOffset>
                </wp:positionV>
                <wp:extent cx="3321050" cy="675640"/>
                <wp:effectExtent l="0" t="0" r="12700" b="10160"/>
                <wp:wrapNone/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BB5570" w14:textId="77777777" w:rsidR="00E374D2" w:rsidRPr="00AE3AE9" w:rsidRDefault="00E374D2" w:rsidP="00200074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HW#54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Undefined Radical Expressions</w:t>
                            </w:r>
                          </w:p>
                          <w:p w14:paraId="6CC993C9" w14:textId="77777777" w:rsidR="00E374D2" w:rsidRDefault="00E374D2" w:rsidP="0020007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C3767A8" w14:textId="77777777" w:rsidR="00E374D2" w:rsidRPr="00FC683D" w:rsidRDefault="00E374D2" w:rsidP="0020007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January 11</w:t>
                            </w:r>
                            <w:r w:rsidRPr="00DA19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302.85pt;margin-top:-24.75pt;width:261.5pt;height:5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" strokeweight="1.5pt">
                <v:textbox>
                  <w:txbxContent>
                    <w:p w:rsidR="00200074" w:rsidRPr="00AE3AE9" w:rsidRDefault="00200074" w:rsidP="00200074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W#54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Undefined Radical Expressions</w:t>
                      </w:r>
                    </w:p>
                    <w:p w:rsidR="00200074" w:rsidRDefault="00200074" w:rsidP="0020007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200074" w:rsidRPr="00FC683D" w:rsidRDefault="00200074" w:rsidP="0020007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Friday</w:t>
                      </w:r>
                      <w:r>
                        <w:rPr>
                          <w:rFonts w:ascii="Cambria" w:hAnsi="Cambria"/>
                        </w:rPr>
                        <w:t xml:space="preserve">, January </w:t>
                      </w:r>
                      <w:r>
                        <w:rPr>
                          <w:rFonts w:ascii="Cambria" w:hAnsi="Cambria"/>
                        </w:rPr>
                        <w:t>11</w:t>
                      </w:r>
                      <w:r w:rsidRPr="00DA19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95A226" w14:textId="77777777" w:rsidR="00200074" w:rsidRPr="0022342E" w:rsidRDefault="00200074" w:rsidP="00200074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</w:t>
      </w:r>
      <w:r>
        <w:rPr>
          <w:rFonts w:ascii="Calibri" w:hAnsi="Calibri" w:cs="Calibri"/>
        </w:rPr>
        <w:t>_________________________</w:t>
      </w:r>
      <w:r w:rsidRPr="0022342E">
        <w:rPr>
          <w:rFonts w:ascii="Calibri" w:hAnsi="Calibri" w:cs="Calibri"/>
        </w:rPr>
        <w:t xml:space="preserve">______ TP: </w:t>
      </w:r>
      <w:r w:rsidR="00C0379D">
        <w:rPr>
          <w:rFonts w:ascii="Calibri" w:hAnsi="Calibri" w:cs="Calibri"/>
        </w:rPr>
        <w:t>__</w:t>
      </w:r>
      <w:r w:rsidRPr="0022342E">
        <w:rPr>
          <w:rFonts w:ascii="Calibri" w:hAnsi="Calibri" w:cs="Calibri"/>
        </w:rPr>
        <w:t>____</w:t>
      </w:r>
    </w:p>
    <w:p w14:paraId="427A8830" w14:textId="77777777" w:rsidR="00200074" w:rsidRPr="0022342E" w:rsidRDefault="00200074" w:rsidP="00200074">
      <w:pPr>
        <w:outlineLvl w:val="0"/>
        <w:rPr>
          <w:rFonts w:ascii="Calibri" w:hAnsi="Calibri" w:cs="Calibri"/>
          <w:b/>
          <w:sz w:val="22"/>
        </w:rPr>
      </w:pPr>
    </w:p>
    <w:p w14:paraId="71C760FE" w14:textId="77777777" w:rsidR="00200074" w:rsidRDefault="00200074" w:rsidP="00200074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</w:t>
      </w:r>
    </w:p>
    <w:p w14:paraId="08E0DC06" w14:textId="77777777" w:rsidR="00D603F8" w:rsidRDefault="00D603F8" w:rsidP="00200074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777"/>
        <w:gridCol w:w="5991"/>
      </w:tblGrid>
      <w:tr w:rsidR="009E337A" w:rsidRPr="00B1314A" w14:paraId="6D0A6D39" w14:textId="77777777" w:rsidTr="00521CA8">
        <w:trPr>
          <w:trHeight w:val="323"/>
        </w:trPr>
        <w:tc>
          <w:tcPr>
            <w:tcW w:w="5025" w:type="dxa"/>
            <w:gridSpan w:val="2"/>
          </w:tcPr>
          <w:p w14:paraId="35658D73" w14:textId="77777777" w:rsidR="009E337A" w:rsidRDefault="009E337A" w:rsidP="009E337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 What value(s) make the expression undefined?</w:t>
            </w:r>
          </w:p>
          <w:p w14:paraId="13F04242" w14:textId="77777777" w:rsidR="009E337A" w:rsidRPr="000D621E" w:rsidRDefault="009E337A" w:rsidP="009E337A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w:br/>
                </m:r>
              </m:oMath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+4x+3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032A8A6A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120CACF9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6BE69D52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B54833C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443B56CF" w14:textId="77777777" w:rsidR="009E337A" w:rsidRDefault="009E337A" w:rsidP="00544F56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337E1E03" w14:textId="77777777" w:rsidR="009E337A" w:rsidRDefault="009E337A" w:rsidP="009E337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2) </w:t>
            </w:r>
            <w:r>
              <w:rPr>
                <w:rFonts w:asciiTheme="minorHAnsi" w:hAnsiTheme="minorHAnsi" w:cstheme="minorHAnsi"/>
              </w:rPr>
              <w:t xml:space="preserve">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x-7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is undefined, what is the value of </w:t>
            </w:r>
            <m:oMath>
              <m:r>
                <w:rPr>
                  <w:rFonts w:ascii="Cambria Math" w:hAnsi="Cambria Math" w:cstheme="minorHAnsi"/>
                </w:rPr>
                <m:t>x+7</m:t>
              </m:r>
            </m:oMath>
            <w:r>
              <w:rPr>
                <w:rFonts w:asciiTheme="minorHAnsi" w:hAnsiTheme="minorHAnsi" w:cstheme="minorHAnsi"/>
              </w:rPr>
              <w:t>?</w:t>
            </w:r>
          </w:p>
          <w:p w14:paraId="085238A1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55531C4E" w14:textId="77777777" w:rsidR="00D603F8" w:rsidRDefault="00D603F8" w:rsidP="00544F56">
            <w:pPr>
              <w:rPr>
                <w:rFonts w:ascii="Calibri" w:hAnsi="Calibri" w:cs="Calibri"/>
              </w:rPr>
            </w:pPr>
          </w:p>
          <w:p w14:paraId="7071AF6E" w14:textId="77777777" w:rsidR="00D603F8" w:rsidRDefault="00D603F8" w:rsidP="00544F56">
            <w:pPr>
              <w:rPr>
                <w:rFonts w:ascii="Calibri" w:hAnsi="Calibri" w:cs="Calibri"/>
              </w:rPr>
            </w:pPr>
          </w:p>
          <w:p w14:paraId="5463F9A8" w14:textId="77777777" w:rsidR="00D603F8" w:rsidRDefault="00D603F8" w:rsidP="00544F56">
            <w:pPr>
              <w:rPr>
                <w:rFonts w:ascii="Calibri" w:hAnsi="Calibri" w:cs="Calibri"/>
              </w:rPr>
            </w:pPr>
          </w:p>
          <w:p w14:paraId="1A6D950C" w14:textId="77777777" w:rsidR="00D603F8" w:rsidRDefault="00D603F8" w:rsidP="00544F56">
            <w:pPr>
              <w:rPr>
                <w:rFonts w:ascii="Calibri" w:hAnsi="Calibri" w:cs="Calibri"/>
              </w:rPr>
            </w:pPr>
          </w:p>
          <w:p w14:paraId="78FBC03A" w14:textId="77777777" w:rsidR="00D603F8" w:rsidRDefault="00D603F8" w:rsidP="00544F56">
            <w:pPr>
              <w:rPr>
                <w:rFonts w:ascii="Calibri" w:hAnsi="Calibri" w:cs="Calibri"/>
              </w:rPr>
            </w:pPr>
          </w:p>
        </w:tc>
      </w:tr>
      <w:tr w:rsidR="009E337A" w:rsidRPr="00B1314A" w14:paraId="75F1ADC0" w14:textId="77777777" w:rsidTr="00521CA8">
        <w:trPr>
          <w:trHeight w:val="323"/>
        </w:trPr>
        <w:tc>
          <w:tcPr>
            <w:tcW w:w="5025" w:type="dxa"/>
            <w:gridSpan w:val="2"/>
          </w:tcPr>
          <w:p w14:paraId="440D2329" w14:textId="77777777" w:rsidR="009E337A" w:rsidRDefault="009E337A" w:rsidP="009E337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What value(s) make the expression below undefined?</w:t>
            </w:r>
          </w:p>
          <w:p w14:paraId="470AB4AF" w14:textId="77777777" w:rsidR="009E337A" w:rsidRPr="009E337A" w:rsidRDefault="00544F56" w:rsidP="009E337A">
            <w:pPr>
              <w:rPr>
                <w:rFonts w:ascii="Calibri" w:hAnsi="Calibri" w:cs="Calibr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+x-2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+6x+8</m:t>
                    </m:r>
                  </m:den>
                </m:f>
              </m:oMath>
            </m:oMathPara>
          </w:p>
          <w:p w14:paraId="092E34A6" w14:textId="77777777" w:rsidR="009E337A" w:rsidRDefault="009E337A" w:rsidP="009E337A">
            <w:pPr>
              <w:rPr>
                <w:rFonts w:ascii="Calibri" w:hAnsi="Calibri" w:cs="Calibri"/>
              </w:rPr>
            </w:pPr>
          </w:p>
          <w:p w14:paraId="4CA68079" w14:textId="77777777" w:rsidR="0095473D" w:rsidRDefault="0095473D" w:rsidP="009E337A">
            <w:pPr>
              <w:rPr>
                <w:rFonts w:ascii="Calibri" w:hAnsi="Calibri" w:cs="Calibri"/>
              </w:rPr>
            </w:pPr>
          </w:p>
          <w:p w14:paraId="2A9B7654" w14:textId="77777777" w:rsidR="0095473D" w:rsidRDefault="0095473D" w:rsidP="009E337A">
            <w:pPr>
              <w:rPr>
                <w:rFonts w:ascii="Calibri" w:hAnsi="Calibri" w:cs="Calibri"/>
              </w:rPr>
            </w:pPr>
          </w:p>
          <w:p w14:paraId="29173C39" w14:textId="77777777" w:rsidR="0095473D" w:rsidRDefault="0095473D" w:rsidP="009E337A">
            <w:pPr>
              <w:rPr>
                <w:rFonts w:ascii="Calibri" w:hAnsi="Calibri" w:cs="Calibri"/>
              </w:rPr>
            </w:pPr>
          </w:p>
          <w:p w14:paraId="3C570FD9" w14:textId="77777777" w:rsidR="0095473D" w:rsidRDefault="0095473D" w:rsidP="009E337A">
            <w:pPr>
              <w:rPr>
                <w:rFonts w:ascii="Calibri" w:hAnsi="Calibri" w:cs="Calibri"/>
              </w:rPr>
            </w:pPr>
          </w:p>
          <w:p w14:paraId="7307DB7C" w14:textId="77777777" w:rsidR="0095473D" w:rsidRDefault="0095473D" w:rsidP="009E337A">
            <w:pPr>
              <w:rPr>
                <w:rFonts w:ascii="Calibri" w:hAnsi="Calibri" w:cs="Calibri"/>
              </w:rPr>
            </w:pPr>
          </w:p>
          <w:p w14:paraId="00C280C9" w14:textId="77777777" w:rsidR="0095473D" w:rsidRDefault="0095473D" w:rsidP="009E337A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40D33F04" w14:textId="77777777" w:rsidR="009E337A" w:rsidRDefault="009E337A" w:rsidP="009E337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4) What is the sum of the values that make the expression below undefined:</w:t>
            </w:r>
          </w:p>
          <w:p w14:paraId="03254570" w14:textId="77777777" w:rsidR="009E337A" w:rsidRPr="009E337A" w:rsidRDefault="00544F56" w:rsidP="009E337A">
            <w:pPr>
              <w:jc w:val="center"/>
              <w:rPr>
                <w:rFonts w:ascii="Calibri" w:hAnsi="Calibri" w:cs="Calibr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x-2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-3x-10</m:t>
                    </m:r>
                  </m:den>
                </m:f>
              </m:oMath>
            </m:oMathPara>
          </w:p>
          <w:p w14:paraId="47E5957B" w14:textId="77777777" w:rsidR="009E337A" w:rsidRDefault="009E337A" w:rsidP="009E337A">
            <w:pPr>
              <w:jc w:val="center"/>
              <w:rPr>
                <w:rFonts w:ascii="Calibri" w:hAnsi="Calibri" w:cs="Calibri"/>
              </w:rPr>
            </w:pPr>
          </w:p>
          <w:p w14:paraId="4DA46794" w14:textId="77777777" w:rsidR="009E337A" w:rsidRDefault="009E337A" w:rsidP="009E337A">
            <w:pPr>
              <w:jc w:val="center"/>
              <w:rPr>
                <w:rFonts w:ascii="Calibri" w:hAnsi="Calibri" w:cs="Calibri"/>
              </w:rPr>
            </w:pPr>
          </w:p>
          <w:p w14:paraId="372665B8" w14:textId="77777777" w:rsidR="009E337A" w:rsidRDefault="009E337A" w:rsidP="009E337A">
            <w:pPr>
              <w:jc w:val="center"/>
              <w:rPr>
                <w:rFonts w:ascii="Calibri" w:hAnsi="Calibri" w:cs="Calibri"/>
              </w:rPr>
            </w:pPr>
          </w:p>
          <w:p w14:paraId="57190C39" w14:textId="77777777" w:rsidR="009E337A" w:rsidRDefault="009E337A" w:rsidP="009E337A">
            <w:pPr>
              <w:jc w:val="center"/>
              <w:rPr>
                <w:rFonts w:ascii="Calibri" w:hAnsi="Calibri" w:cs="Calibri"/>
              </w:rPr>
            </w:pPr>
          </w:p>
          <w:p w14:paraId="76F6D260" w14:textId="77777777" w:rsidR="00D603F8" w:rsidRDefault="00D603F8" w:rsidP="009E337A">
            <w:pPr>
              <w:jc w:val="center"/>
              <w:rPr>
                <w:rFonts w:ascii="Calibri" w:hAnsi="Calibri" w:cs="Calibri"/>
              </w:rPr>
            </w:pPr>
          </w:p>
        </w:tc>
      </w:tr>
      <w:tr w:rsidR="00521CA8" w:rsidRPr="00B1314A" w14:paraId="2D184AE5" w14:textId="77777777" w:rsidTr="00521CA8">
        <w:trPr>
          <w:trHeight w:val="323"/>
        </w:trPr>
        <w:tc>
          <w:tcPr>
            <w:tcW w:w="4248" w:type="dxa"/>
          </w:tcPr>
          <w:p w14:paraId="53A388C6" w14:textId="77777777" w:rsidR="00521CA8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The expression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x-6</m:t>
                  </m:r>
                </m:e>
              </m:rad>
            </m:oMath>
            <w:r>
              <w:rPr>
                <w:rFonts w:ascii="Calibri" w:hAnsi="Calibri" w:cs="Calibri"/>
              </w:rPr>
              <w:t xml:space="preserve"> undefined for what values of x? (Write as an inequality and graph) </w:t>
            </w:r>
          </w:p>
          <w:p w14:paraId="43C2EEAB" w14:textId="77777777" w:rsidR="00521CA8" w:rsidRDefault="00521CA8" w:rsidP="00544F56">
            <w:pPr>
              <w:rPr>
                <w:rFonts w:asciiTheme="minorHAnsi" w:hAnsiTheme="minorHAnsi" w:cstheme="minorHAnsi"/>
              </w:rPr>
            </w:pPr>
          </w:p>
          <w:p w14:paraId="284AEEB0" w14:textId="77777777" w:rsidR="00521CA8" w:rsidRPr="006C7001" w:rsidRDefault="00521CA8" w:rsidP="00544F56">
            <w:pPr>
              <w:rPr>
                <w:rFonts w:asciiTheme="minorHAnsi" w:hAnsiTheme="minorHAnsi" w:cstheme="minorHAnsi"/>
              </w:rPr>
            </w:pPr>
          </w:p>
          <w:p w14:paraId="5DB3A43C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7B6E2A0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5FEF7DC8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1B949F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4FB08AE1" w14:textId="77777777" w:rsidR="00521CA8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3082B7" wp14:editId="60135216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66040</wp:posOffset>
                      </wp:positionV>
                      <wp:extent cx="2339975" cy="0"/>
                      <wp:effectExtent l="38100" t="76200" r="2222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4.9pt;margin-top:5.2pt;width:184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768" w:type="dxa"/>
            <w:gridSpan w:val="2"/>
            <w:vMerge w:val="restart"/>
          </w:tcPr>
          <w:p w14:paraId="42CCC7F5" w14:textId="77777777" w:rsidR="00521CA8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7) What is the undefined x-value in the graph below?</w:t>
            </w:r>
          </w:p>
          <w:p w14:paraId="451FE343" w14:textId="77777777" w:rsidR="00521CA8" w:rsidRDefault="00521CA8" w:rsidP="00544F5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60410B41" wp14:editId="3A59AF1B">
                  <wp:extent cx="4128162" cy="2553195"/>
                  <wp:effectExtent l="0" t="0" r="0" b="0"/>
                  <wp:docPr id="9" name="Picture 9" descr="http://apcalckellyanderika.wikispaces.com/file/view/vert_asy.gif/206449186/vert_as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apcalckellyanderika.wikispaces.com/file/view/vert_asy.gif/206449186/vert_as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916" cy="2553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E5256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0F7C2B39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2992D0E5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064BAF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336513B5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47B1E444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48994A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</w:tc>
      </w:tr>
      <w:tr w:rsidR="00521CA8" w:rsidRPr="00B1314A" w14:paraId="328853FB" w14:textId="77777777" w:rsidTr="00521CA8">
        <w:trPr>
          <w:trHeight w:val="323"/>
        </w:trPr>
        <w:tc>
          <w:tcPr>
            <w:tcW w:w="4248" w:type="dxa"/>
          </w:tcPr>
          <w:p w14:paraId="17FDFB93" w14:textId="77777777" w:rsidR="00521CA8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The expression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2x+6</m:t>
                  </m:r>
                </m:e>
              </m:rad>
            </m:oMath>
            <w:r>
              <w:rPr>
                <w:rFonts w:ascii="Calibri" w:hAnsi="Calibri" w:cs="Calibri"/>
              </w:rPr>
              <w:t xml:space="preserve"> is undefined for what values of x? (Write as an inequality and graph)</w:t>
            </w:r>
          </w:p>
          <w:p w14:paraId="05A8FBB7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3ECD4FA2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13B60A63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49B92C90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6574BD83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4A972541" w14:textId="77777777" w:rsidR="00521CA8" w:rsidRDefault="00521CA8" w:rsidP="00544F56">
            <w:pPr>
              <w:rPr>
                <w:rFonts w:ascii="Calibri" w:hAnsi="Calibri" w:cs="Calibri"/>
              </w:rPr>
            </w:pPr>
          </w:p>
          <w:p w14:paraId="237D0036" w14:textId="77777777" w:rsidR="00521CA8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D9F6744" wp14:editId="074967FC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91440</wp:posOffset>
                      </wp:positionV>
                      <wp:extent cx="2339975" cy="0"/>
                      <wp:effectExtent l="38100" t="76200" r="22225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2.4pt;margin-top:7.2pt;width:184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768" w:type="dxa"/>
            <w:gridSpan w:val="2"/>
            <w:vMerge/>
          </w:tcPr>
          <w:p w14:paraId="0D7DEA0B" w14:textId="77777777" w:rsidR="00521CA8" w:rsidRDefault="00521CA8" w:rsidP="00544F56">
            <w:pPr>
              <w:rPr>
                <w:rFonts w:ascii="Calibri" w:hAnsi="Calibri" w:cs="Calibri"/>
              </w:rPr>
            </w:pPr>
          </w:p>
        </w:tc>
      </w:tr>
      <w:tr w:rsidR="009E337A" w:rsidRPr="00B1314A" w14:paraId="60EFBEDB" w14:textId="77777777" w:rsidTr="00521CA8">
        <w:trPr>
          <w:trHeight w:val="323"/>
        </w:trPr>
        <w:tc>
          <w:tcPr>
            <w:tcW w:w="5025" w:type="dxa"/>
            <w:gridSpan w:val="2"/>
          </w:tcPr>
          <w:p w14:paraId="330A8F90" w14:textId="77777777" w:rsidR="009E337A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</w:t>
            </w:r>
            <w:r w:rsidR="009E337A">
              <w:rPr>
                <w:rFonts w:ascii="Calibri" w:hAnsi="Calibri" w:cs="Calibri"/>
              </w:rPr>
              <w:t>) When is the following expression undefined?</w:t>
            </w:r>
          </w:p>
          <w:p w14:paraId="373256D0" w14:textId="77777777" w:rsidR="009E337A" w:rsidRDefault="00544F56" w:rsidP="00544F56">
            <w:pPr>
              <w:rPr>
                <w:rFonts w:ascii="Calibri" w:hAnsi="Calibri" w:cs="Calibr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3x+27</m:t>
                    </m:r>
                  </m:e>
                </m:rad>
              </m:oMath>
            </m:oMathPara>
          </w:p>
          <w:p w14:paraId="213938B0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2B408A96" w14:textId="77777777" w:rsidR="009E337A" w:rsidRDefault="009E337A" w:rsidP="00544F5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x≤-9</m:t>
              </m:r>
            </m:oMath>
          </w:p>
          <w:p w14:paraId="66115D61" w14:textId="77777777" w:rsidR="009E337A" w:rsidRPr="007F74ED" w:rsidRDefault="009E337A" w:rsidP="00544F5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x≥-9</m:t>
              </m:r>
            </m:oMath>
          </w:p>
          <w:p w14:paraId="4338379E" w14:textId="77777777" w:rsidR="009E337A" w:rsidRDefault="009E337A" w:rsidP="00544F5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x&gt;-9</m:t>
              </m:r>
            </m:oMath>
          </w:p>
          <w:p w14:paraId="5EBA7905" w14:textId="77777777" w:rsidR="009E337A" w:rsidRPr="007F74ED" w:rsidRDefault="009E337A" w:rsidP="00544F56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x&lt;-9</m:t>
              </m:r>
            </m:oMath>
          </w:p>
          <w:p w14:paraId="32C19FBD" w14:textId="77777777" w:rsidR="009E337A" w:rsidRDefault="009E337A" w:rsidP="00521CA8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theme="minorHAnsi"/>
                </w:rPr>
                <m:t>x&gt;9</m:t>
              </m:r>
            </m:oMath>
          </w:p>
        </w:tc>
        <w:tc>
          <w:tcPr>
            <w:tcW w:w="5991" w:type="dxa"/>
          </w:tcPr>
          <w:p w14:paraId="4919F737" w14:textId="77777777" w:rsidR="009E337A" w:rsidRDefault="00521CA8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="009E337A">
              <w:rPr>
                <w:rFonts w:ascii="Calibri" w:hAnsi="Calibri" w:cs="Calibri"/>
              </w:rPr>
              <w:t>) When is the following expression undefined?</w:t>
            </w:r>
          </w:p>
          <w:p w14:paraId="042DE5DB" w14:textId="77777777" w:rsidR="009E337A" w:rsidRDefault="00544F56" w:rsidP="00544F56">
            <w:pPr>
              <w:rPr>
                <w:rFonts w:ascii="Calibri" w:hAnsi="Calibri" w:cs="Calibr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36x-18</m:t>
                    </m:r>
                  </m:e>
                </m:rad>
              </m:oMath>
            </m:oMathPara>
          </w:p>
          <w:p w14:paraId="6FD7B31C" w14:textId="77777777" w:rsidR="009E337A" w:rsidRDefault="009E337A" w:rsidP="00544F56">
            <w:pPr>
              <w:rPr>
                <w:rFonts w:ascii="Calibri" w:hAnsi="Calibri" w:cs="Calibri"/>
              </w:rPr>
            </w:pPr>
          </w:p>
          <w:p w14:paraId="40FF2DFC" w14:textId="77777777" w:rsidR="009E337A" w:rsidRDefault="009E337A" w:rsidP="00544F5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x&gt;2</m:t>
              </m:r>
            </m:oMath>
          </w:p>
          <w:p w14:paraId="1893FD48" w14:textId="77777777" w:rsidR="009E337A" w:rsidRDefault="009E337A" w:rsidP="00544F5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x&lt;2</m:t>
              </m:r>
            </m:oMath>
          </w:p>
          <w:p w14:paraId="006879BE" w14:textId="77777777" w:rsidR="009E337A" w:rsidRPr="00A95919" w:rsidRDefault="00521CA8" w:rsidP="00544F5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x&lt;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14:paraId="4313258C" w14:textId="77777777" w:rsidR="009E337A" w:rsidRDefault="009E337A" w:rsidP="00544F56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14:paraId="50943630" w14:textId="77777777" w:rsidR="009E337A" w:rsidRPr="002A1C31" w:rsidRDefault="009E337A" w:rsidP="00521CA8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theme="minorHAnsi"/>
                </w:rPr>
                <m:t>x&gt;-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</w:tc>
      </w:tr>
      <w:tr w:rsidR="0095473D" w:rsidRPr="00B1314A" w14:paraId="3D268F4E" w14:textId="77777777" w:rsidTr="00521CA8">
        <w:trPr>
          <w:trHeight w:val="323"/>
        </w:trPr>
        <w:tc>
          <w:tcPr>
            <w:tcW w:w="5025" w:type="dxa"/>
            <w:gridSpan w:val="2"/>
          </w:tcPr>
          <w:p w14:paraId="533DC081" w14:textId="54E23280" w:rsidR="0095473D" w:rsidRDefault="0095473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10) What is the product of 2x+5 and 3x-</w:t>
            </w:r>
            <w:proofErr w:type="gramStart"/>
            <w:r>
              <w:rPr>
                <w:rFonts w:ascii="Calibri" w:hAnsi="Calibri" w:cs="Calibri"/>
              </w:rPr>
              <w:t>6 ?</w:t>
            </w:r>
            <w:proofErr w:type="gramEnd"/>
          </w:p>
          <w:p w14:paraId="030EF29A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6F7DBA5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45625E85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69D0E6A9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2A5C71AA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3781428D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74E2F31C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41957BD9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7166B8E9" w14:textId="585F9FB2" w:rsidR="00731AD7" w:rsidRDefault="00731AD7" w:rsidP="00544F56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2EEC02B4" w14:textId="77777777" w:rsidR="0095473D" w:rsidRDefault="0095473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What is the sum of the solutions to the expression: </w:t>
            </w:r>
            <w:r w:rsidRPr="0095473D">
              <w:rPr>
                <w:rFonts w:ascii="Calibri" w:hAnsi="Calibri" w:cs="Calibri"/>
                <w:position w:val="-6"/>
              </w:rPr>
              <w:object w:dxaOrig="1200" w:dyaOrig="320" w14:anchorId="2D135B61">
                <v:shape id="_x0000_i1085" type="#_x0000_t75" style="width:59.6pt;height:16.15pt" o:ole="">
                  <v:imagedata r:id="rId40" o:title=""/>
                </v:shape>
                <o:OLEObject Type="Embed" ProgID="Equation.3" ShapeID="_x0000_i1085" DrawAspect="Content" ObjectID="_1292626985" r:id="rId41"/>
              </w:object>
            </w:r>
            <w:r>
              <w:rPr>
                <w:rFonts w:ascii="Calibri" w:hAnsi="Calibri" w:cs="Calibri"/>
              </w:rPr>
              <w:t>?</w:t>
            </w:r>
          </w:p>
          <w:p w14:paraId="2F308B82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7464C514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58E97BB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103BE13E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643CBF1E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CD0B118" w14:textId="0C2CD4CA" w:rsidR="0095473D" w:rsidRDefault="0095473D" w:rsidP="00544F56">
            <w:pPr>
              <w:rPr>
                <w:rFonts w:ascii="Calibri" w:hAnsi="Calibri" w:cs="Calibri"/>
              </w:rPr>
            </w:pPr>
          </w:p>
        </w:tc>
      </w:tr>
      <w:tr w:rsidR="0095473D" w:rsidRPr="00B1314A" w14:paraId="4FDA00A5" w14:textId="77777777" w:rsidTr="00521CA8">
        <w:trPr>
          <w:trHeight w:val="323"/>
        </w:trPr>
        <w:tc>
          <w:tcPr>
            <w:tcW w:w="5025" w:type="dxa"/>
            <w:gridSpan w:val="2"/>
          </w:tcPr>
          <w:p w14:paraId="0E2DD324" w14:textId="13DA1DC1" w:rsidR="0095473D" w:rsidRDefault="0095473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12) If </w:t>
            </w:r>
            <w:proofErr w:type="gramStart"/>
            <w:r>
              <w:rPr>
                <w:rFonts w:ascii="Calibri" w:hAnsi="Calibri" w:cs="Calibri"/>
              </w:rPr>
              <w:t>x(</w:t>
            </w:r>
            <w:proofErr w:type="gramEnd"/>
            <w:r>
              <w:rPr>
                <w:rFonts w:ascii="Calibri" w:hAnsi="Calibri" w:cs="Calibri"/>
              </w:rPr>
              <w:t>x+3)=0, what are the solution(s) for x?</w:t>
            </w:r>
          </w:p>
          <w:p w14:paraId="0F09B538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279CE1C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15E4B475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1EBAD66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4967D1B5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0176233E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2C329F7F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2D1D97CA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6354FEC1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1879EED0" w14:textId="7685811D" w:rsidR="0095473D" w:rsidRDefault="0095473D" w:rsidP="00544F56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18CB71D0" w14:textId="31B43EFE" w:rsidR="0095473D" w:rsidRDefault="0095473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13) If </w:t>
            </w:r>
            <w:proofErr w:type="gramStart"/>
            <w:r>
              <w:rPr>
                <w:rFonts w:ascii="Calibri" w:hAnsi="Calibri" w:cs="Calibri"/>
              </w:rPr>
              <w:t>x(</w:t>
            </w:r>
            <w:proofErr w:type="gramEnd"/>
            <w:r>
              <w:rPr>
                <w:rFonts w:ascii="Calibri" w:hAnsi="Calibri" w:cs="Calibri"/>
              </w:rPr>
              <w:t>x-3)=0, what are the solutions for x?</w:t>
            </w:r>
          </w:p>
        </w:tc>
      </w:tr>
      <w:tr w:rsidR="0095473D" w:rsidRPr="00B1314A" w14:paraId="1218B189" w14:textId="77777777" w:rsidTr="00521CA8">
        <w:trPr>
          <w:trHeight w:val="323"/>
        </w:trPr>
        <w:tc>
          <w:tcPr>
            <w:tcW w:w="5025" w:type="dxa"/>
            <w:gridSpan w:val="2"/>
          </w:tcPr>
          <w:p w14:paraId="2EE4FAAD" w14:textId="26C146A4" w:rsidR="0095473D" w:rsidRDefault="00731AD7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14) If x=3, what is </w:t>
            </w:r>
            <w:r w:rsidRPr="00731AD7">
              <w:rPr>
                <w:rFonts w:ascii="Calibri" w:hAnsi="Calibri" w:cs="Calibri"/>
                <w:position w:val="-10"/>
              </w:rPr>
              <w:object w:dxaOrig="860" w:dyaOrig="360" w14:anchorId="5E0906BB">
                <v:shape id="_x0000_i1088" type="#_x0000_t75" style="width:43.45pt;height:18.6pt" o:ole="">
                  <v:imagedata r:id="rId42" o:title=""/>
                </v:shape>
                <o:OLEObject Type="Embed" ProgID="Equation.3" ShapeID="_x0000_i1088" DrawAspect="Content" ObjectID="_1292626986" r:id="rId43"/>
              </w:object>
            </w:r>
            <w:r>
              <w:rPr>
                <w:rFonts w:ascii="Calibri" w:hAnsi="Calibri" w:cs="Calibri"/>
              </w:rPr>
              <w:t xml:space="preserve">? </w:t>
            </w:r>
          </w:p>
          <w:p w14:paraId="21719B3D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1E5D2537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76696F57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45E15DEF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71DD6114" w14:textId="77777777" w:rsidR="0095473D" w:rsidRDefault="0095473D" w:rsidP="00544F56">
            <w:pPr>
              <w:rPr>
                <w:rFonts w:ascii="Calibri" w:hAnsi="Calibri" w:cs="Calibri"/>
              </w:rPr>
            </w:pPr>
          </w:p>
          <w:p w14:paraId="350ECF8F" w14:textId="602B35B3" w:rsidR="0095473D" w:rsidRDefault="0095473D" w:rsidP="00544F56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448DEA80" w14:textId="77777777" w:rsidR="0095473D" w:rsidRDefault="0095473D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15)</w:t>
            </w:r>
            <w:r w:rsidR="00731AD7">
              <w:rPr>
                <w:rFonts w:ascii="Calibri" w:hAnsi="Calibri" w:cs="Calibri"/>
              </w:rPr>
              <w:t xml:space="preserve"> A projectile that is launched is given by the equation </w:t>
            </w:r>
            <w:r w:rsidR="00731AD7" w:rsidRPr="00731AD7">
              <w:rPr>
                <w:rFonts w:ascii="Calibri" w:hAnsi="Calibri" w:cs="Calibri"/>
                <w:position w:val="-6"/>
              </w:rPr>
              <w:object w:dxaOrig="1400" w:dyaOrig="320" w14:anchorId="5AAE1371">
                <v:shape id="_x0000_i1091" type="#_x0000_t75" style="width:69.5pt;height:16.15pt" o:ole="">
                  <v:imagedata r:id="rId44" o:title=""/>
                </v:shape>
                <o:OLEObject Type="Embed" ProgID="Equation.3" ShapeID="_x0000_i1091" DrawAspect="Content" ObjectID="_1292626987" r:id="rId45"/>
              </w:object>
            </w:r>
            <w:r w:rsidR="00731AD7">
              <w:rPr>
                <w:rFonts w:ascii="Calibri" w:hAnsi="Calibri" w:cs="Calibri"/>
              </w:rPr>
              <w:t xml:space="preserve">. According to the projectile motion model, the projectile hits the ground when t </w:t>
            </w:r>
            <w:proofErr w:type="gramStart"/>
            <w:r w:rsidR="00731AD7">
              <w:rPr>
                <w:rFonts w:ascii="Calibri" w:hAnsi="Calibri" w:cs="Calibri"/>
              </w:rPr>
              <w:t>= ?</w:t>
            </w:r>
            <w:proofErr w:type="gramEnd"/>
          </w:p>
          <w:p w14:paraId="642A33A6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420C5719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6E763438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47BE35E4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672634E2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3FC79FC3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6848D7A0" w14:textId="77777777" w:rsidR="00731AD7" w:rsidRDefault="00731AD7" w:rsidP="00544F56">
            <w:pPr>
              <w:rPr>
                <w:rFonts w:ascii="Calibri" w:hAnsi="Calibri" w:cs="Calibri"/>
              </w:rPr>
            </w:pPr>
          </w:p>
          <w:p w14:paraId="143D6357" w14:textId="5FBFC324" w:rsidR="00731AD7" w:rsidRDefault="00731AD7" w:rsidP="00544F56">
            <w:pPr>
              <w:rPr>
                <w:rFonts w:ascii="Calibri" w:hAnsi="Calibri" w:cs="Calibri"/>
              </w:rPr>
            </w:pPr>
          </w:p>
        </w:tc>
      </w:tr>
    </w:tbl>
    <w:p w14:paraId="0E8EE0F1" w14:textId="1369FD61" w:rsidR="0095473D" w:rsidRDefault="0095473D" w:rsidP="008E5E0E">
      <w:pPr>
        <w:jc w:val="right"/>
        <w:rPr>
          <w:rFonts w:ascii="Calibri" w:hAnsi="Calibri" w:cs="Calibri"/>
        </w:rPr>
      </w:pPr>
    </w:p>
    <w:p w14:paraId="1A584808" w14:textId="77777777" w:rsidR="0095473D" w:rsidRDefault="0095473D" w:rsidP="008E5E0E">
      <w:pPr>
        <w:jc w:val="right"/>
        <w:rPr>
          <w:rFonts w:ascii="Calibri" w:hAnsi="Calibri" w:cs="Calibri"/>
        </w:rPr>
      </w:pPr>
    </w:p>
    <w:p w14:paraId="47D02383" w14:textId="77777777" w:rsidR="0095473D" w:rsidRDefault="0095473D" w:rsidP="008E5E0E">
      <w:pPr>
        <w:jc w:val="right"/>
        <w:rPr>
          <w:rFonts w:ascii="Calibri" w:hAnsi="Calibri" w:cs="Calibri"/>
        </w:rPr>
      </w:pPr>
    </w:p>
    <w:p w14:paraId="4D850285" w14:textId="77777777" w:rsidR="00731AD7" w:rsidRDefault="00731AD7" w:rsidP="008E5E0E">
      <w:pPr>
        <w:jc w:val="right"/>
        <w:rPr>
          <w:rFonts w:ascii="Calibri" w:hAnsi="Calibri" w:cs="Calibri"/>
        </w:rPr>
      </w:pPr>
    </w:p>
    <w:p w14:paraId="02BE89A7" w14:textId="77777777" w:rsidR="00731AD7" w:rsidRDefault="00731AD7" w:rsidP="008E5E0E">
      <w:pPr>
        <w:jc w:val="right"/>
        <w:rPr>
          <w:rFonts w:ascii="Calibri" w:hAnsi="Calibri" w:cs="Calibri"/>
        </w:rPr>
      </w:pPr>
    </w:p>
    <w:p w14:paraId="62B37D45" w14:textId="77777777" w:rsidR="00731AD7" w:rsidRDefault="00731AD7" w:rsidP="008E5E0E">
      <w:pPr>
        <w:jc w:val="right"/>
        <w:rPr>
          <w:rFonts w:ascii="Calibri" w:hAnsi="Calibri" w:cs="Calibri"/>
        </w:rPr>
      </w:pPr>
    </w:p>
    <w:p w14:paraId="1AD9A35A" w14:textId="77777777" w:rsidR="00731AD7" w:rsidRDefault="00731AD7" w:rsidP="008E5E0E">
      <w:pPr>
        <w:jc w:val="right"/>
        <w:rPr>
          <w:rFonts w:ascii="Calibri" w:hAnsi="Calibri" w:cs="Calibri"/>
        </w:rPr>
      </w:pPr>
    </w:p>
    <w:p w14:paraId="16EF32CE" w14:textId="77777777" w:rsidR="0095473D" w:rsidRDefault="0095473D" w:rsidP="008E5E0E">
      <w:pPr>
        <w:jc w:val="right"/>
        <w:rPr>
          <w:rFonts w:ascii="Calibri" w:hAnsi="Calibri" w:cs="Calibri"/>
        </w:rPr>
      </w:pPr>
    </w:p>
    <w:p w14:paraId="6879B538" w14:textId="77777777" w:rsidR="008E5E0E" w:rsidRPr="0022342E" w:rsidRDefault="008E5E0E" w:rsidP="008E5E0E">
      <w:pPr>
        <w:jc w:val="righ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26DE94" wp14:editId="3C3597CD">
                <wp:simplePos x="0" y="0"/>
                <wp:positionH relativeFrom="column">
                  <wp:posOffset>3890010</wp:posOffset>
                </wp:positionH>
                <wp:positionV relativeFrom="paragraph">
                  <wp:posOffset>-310960</wp:posOffset>
                </wp:positionV>
                <wp:extent cx="3321050" cy="675640"/>
                <wp:effectExtent l="0" t="0" r="12700" b="10160"/>
                <wp:wrapNone/>
                <wp:docPr id="10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D6211B" w14:textId="77777777" w:rsidR="00E374D2" w:rsidRPr="00AE3AE9" w:rsidRDefault="00E374D2" w:rsidP="008E5E0E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HW#55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Week 18 Review</w:t>
                            </w:r>
                          </w:p>
                          <w:p w14:paraId="6DC0F9DF" w14:textId="77777777" w:rsidR="00E374D2" w:rsidRDefault="00E374D2" w:rsidP="008E5E0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F3EE3F6" w14:textId="77777777" w:rsidR="00E374D2" w:rsidRPr="00FC683D" w:rsidRDefault="00E374D2" w:rsidP="008E5E0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January 14</w:t>
                            </w:r>
                            <w:r w:rsidRPr="00DA194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left:0;text-align:left;margin-left:306.3pt;margin-top:-24.5pt;width:261.5pt;height:5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" strokeweight="1.5pt">
                <v:textbox>
                  <w:txbxContent>
                    <w:p w:rsidR="008E5E0E" w:rsidRPr="00AE3AE9" w:rsidRDefault="008E5E0E" w:rsidP="008E5E0E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HW#55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Week 18 Review</w:t>
                      </w:r>
                    </w:p>
                    <w:p w:rsidR="008E5E0E" w:rsidRDefault="008E5E0E" w:rsidP="008E5E0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8E5E0E" w:rsidRPr="00FC683D" w:rsidRDefault="008E5E0E" w:rsidP="008E5E0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Monday</w:t>
                      </w:r>
                      <w:r>
                        <w:rPr>
                          <w:rFonts w:ascii="Cambria" w:hAnsi="Cambria"/>
                        </w:rPr>
                        <w:t>, January 1</w:t>
                      </w:r>
                      <w:r>
                        <w:rPr>
                          <w:rFonts w:ascii="Cambria" w:hAnsi="Cambria"/>
                        </w:rPr>
                        <w:t>4</w:t>
                      </w:r>
                      <w:r w:rsidRPr="00DA194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2A0122" w14:textId="77777777" w:rsidR="008E5E0E" w:rsidRPr="0022342E" w:rsidRDefault="008E5E0E" w:rsidP="008E5E0E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</w:t>
      </w:r>
      <w:r>
        <w:rPr>
          <w:rFonts w:ascii="Calibri" w:hAnsi="Calibri" w:cs="Calibri"/>
        </w:rPr>
        <w:t>_________________________</w:t>
      </w:r>
      <w:r w:rsidRPr="0022342E">
        <w:rPr>
          <w:rFonts w:ascii="Calibri" w:hAnsi="Calibri" w:cs="Calibri"/>
        </w:rPr>
        <w:t xml:space="preserve">______ TP: </w:t>
      </w:r>
      <w:r>
        <w:rPr>
          <w:rFonts w:ascii="Calibri" w:hAnsi="Calibri" w:cs="Calibri"/>
        </w:rPr>
        <w:t>__</w:t>
      </w:r>
      <w:r w:rsidRPr="0022342E">
        <w:rPr>
          <w:rFonts w:ascii="Calibri" w:hAnsi="Calibri" w:cs="Calibri"/>
        </w:rPr>
        <w:t>____</w:t>
      </w:r>
    </w:p>
    <w:p w14:paraId="067A3C63" w14:textId="77777777" w:rsidR="008E5E0E" w:rsidRPr="0022342E" w:rsidRDefault="008E5E0E" w:rsidP="008E5E0E">
      <w:pPr>
        <w:outlineLvl w:val="0"/>
        <w:rPr>
          <w:rFonts w:ascii="Calibri" w:hAnsi="Calibri" w:cs="Calibri"/>
          <w:b/>
          <w:sz w:val="22"/>
        </w:rPr>
      </w:pPr>
    </w:p>
    <w:p w14:paraId="1A6B5CF0" w14:textId="77777777" w:rsidR="008E5E0E" w:rsidRDefault="008E5E0E" w:rsidP="008E5E0E">
      <w:pPr>
        <w:tabs>
          <w:tab w:val="left" w:pos="8565"/>
        </w:tabs>
        <w:outlineLvl w:val="0"/>
        <w:rPr>
          <w:rFonts w:ascii="Calibri" w:hAnsi="Calibri" w:cs="Calibri"/>
          <w:b/>
          <w:sz w:val="22"/>
        </w:rPr>
      </w:pPr>
      <w:r w:rsidRPr="0022342E">
        <w:rPr>
          <w:rFonts w:ascii="Calibri" w:hAnsi="Calibri" w:cs="Calibri"/>
          <w:b/>
          <w:sz w:val="22"/>
        </w:rPr>
        <w:t xml:space="preserve">Failure to show work on all problems or use complete sentences will result in a LaSalle.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7"/>
        <w:gridCol w:w="1080"/>
        <w:gridCol w:w="5169"/>
      </w:tblGrid>
      <w:tr w:rsidR="004F67D2" w:rsidRPr="00B1314A" w14:paraId="3BD1DF63" w14:textId="77777777" w:rsidTr="00544F56">
        <w:trPr>
          <w:trHeight w:val="323"/>
        </w:trPr>
        <w:tc>
          <w:tcPr>
            <w:tcW w:w="5025" w:type="dxa"/>
            <w:gridSpan w:val="2"/>
          </w:tcPr>
          <w:p w14:paraId="23D914CB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 What value(s) make the expression undefined?</w:t>
            </w:r>
          </w:p>
          <w:p w14:paraId="59FF6CA9" w14:textId="77777777" w:rsidR="004F67D2" w:rsidRPr="000D621E" w:rsidRDefault="004F67D2" w:rsidP="00544F56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w:br/>
                </m:r>
              </m:oMath>
            </m:oMathPara>
            <w:r>
              <w:rPr>
                <w:noProof/>
              </w:rPr>
              <w:drawing>
                <wp:inline distT="0" distB="0" distL="0" distR="0" wp14:anchorId="6F0D6A9D" wp14:editId="70BFEC63">
                  <wp:extent cx="3663703" cy="55778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5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F88316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76C9A7D9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31392D43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798A3FE0" w14:textId="77777777" w:rsidR="004F67D2" w:rsidRDefault="004F67D2" w:rsidP="00544F56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47C15ABA" w14:textId="77777777" w:rsidR="004F67D2" w:rsidRDefault="004F67D2" w:rsidP="00544F5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 xml:space="preserve">2) </w:t>
            </w:r>
            <w:r>
              <w:rPr>
                <w:rFonts w:asciiTheme="minorHAnsi" w:hAnsiTheme="minorHAnsi" w:cstheme="minorHAnsi"/>
              </w:rPr>
              <w:t xml:space="preserve">When the expression </w:t>
            </w:r>
            <w:r w:rsidRPr="004F67D2">
              <w:rPr>
                <w:rFonts w:asciiTheme="minorHAnsi" w:hAnsiTheme="minorHAnsi" w:cstheme="minorHAnsi"/>
                <w:position w:val="-24"/>
              </w:rPr>
              <w:object w:dxaOrig="800" w:dyaOrig="620" w14:anchorId="0DDC8CC7">
                <v:shape id="_x0000_i1027" type="#_x0000_t75" style="width:39.7pt;height:31.05pt" o:ole="">
                  <v:imagedata r:id="rId47" o:title=""/>
                </v:shape>
                <o:OLEObject Type="Embed" ProgID="Equation.3" ShapeID="_x0000_i1027" DrawAspect="Content" ObjectID="_1292626988" r:id="rId48"/>
              </w:object>
            </w:r>
            <w:r>
              <w:rPr>
                <w:rFonts w:asciiTheme="minorHAnsi" w:hAnsiTheme="minorHAnsi" w:cstheme="minorHAnsi"/>
              </w:rPr>
              <w:t xml:space="preserve"> is undefined, what is the value of </w:t>
            </w:r>
            <m:oMath>
              <m:r>
                <w:rPr>
                  <w:rFonts w:ascii="Cambria Math" w:hAnsi="Cambria Math" w:cstheme="minorHAnsi"/>
                </w:rPr>
                <m:t>x-3.5</m:t>
              </m:r>
            </m:oMath>
            <w:r>
              <w:rPr>
                <w:rFonts w:asciiTheme="minorHAnsi" w:hAnsiTheme="minorHAnsi" w:cstheme="minorHAnsi"/>
              </w:rPr>
              <w:t>?</w:t>
            </w:r>
          </w:p>
          <w:p w14:paraId="5FC27034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4157648A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50B8E051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5F8269A0" w14:textId="77777777" w:rsidR="004F67D2" w:rsidRDefault="004F67D2" w:rsidP="00702488">
            <w:pPr>
              <w:jc w:val="center"/>
              <w:rPr>
                <w:rFonts w:ascii="Calibri" w:hAnsi="Calibri" w:cs="Calibri"/>
              </w:rPr>
            </w:pPr>
          </w:p>
          <w:p w14:paraId="291B160A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0F293B3A" w14:textId="77777777" w:rsidR="004F67D2" w:rsidRDefault="004F67D2" w:rsidP="00544F56">
            <w:pPr>
              <w:rPr>
                <w:rFonts w:ascii="Calibri" w:hAnsi="Calibri" w:cs="Calibri"/>
              </w:rPr>
            </w:pPr>
          </w:p>
        </w:tc>
      </w:tr>
      <w:tr w:rsidR="004F67D2" w:rsidRPr="00B1314A" w14:paraId="26648588" w14:textId="77777777" w:rsidTr="00544F56">
        <w:trPr>
          <w:trHeight w:val="323"/>
        </w:trPr>
        <w:tc>
          <w:tcPr>
            <w:tcW w:w="5025" w:type="dxa"/>
            <w:gridSpan w:val="2"/>
          </w:tcPr>
          <w:p w14:paraId="7D739F18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What is the sum of the values that make the expression below undefined?</w:t>
            </w:r>
          </w:p>
          <w:p w14:paraId="57AB5C85" w14:textId="77777777" w:rsidR="00C12582" w:rsidRDefault="00C12582" w:rsidP="00544F56">
            <w:pPr>
              <w:rPr>
                <w:rFonts w:ascii="Calibri" w:hAnsi="Calibri" w:cs="Calibri"/>
              </w:rPr>
            </w:pPr>
          </w:p>
          <w:p w14:paraId="64093D72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611156AD" wp14:editId="71372760">
                  <wp:extent cx="3663703" cy="55778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5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87242A" w14:textId="77777777" w:rsidR="00C12582" w:rsidRDefault="00C12582" w:rsidP="00544F56">
            <w:pPr>
              <w:rPr>
                <w:rFonts w:ascii="Calibri" w:hAnsi="Calibri" w:cs="Calibri"/>
              </w:rPr>
            </w:pPr>
          </w:p>
          <w:p w14:paraId="488352B9" w14:textId="77777777" w:rsidR="004F67D2" w:rsidRDefault="004F67D2" w:rsidP="004F67D2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71095986" w14:textId="77777777" w:rsidR="004F67D2" w:rsidRPr="00C1258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4) </w:t>
            </w:r>
            <w:r w:rsidR="00C12582">
              <w:rPr>
                <w:rFonts w:ascii="Calibri" w:hAnsi="Calibri" w:cs="Calibri"/>
              </w:rPr>
              <w:t xml:space="preserve">If </w:t>
            </w:r>
            <w:proofErr w:type="gramStart"/>
            <w:r w:rsidR="00C12582">
              <w:rPr>
                <w:rFonts w:ascii="Calibri" w:hAnsi="Calibri" w:cs="Calibri"/>
              </w:rPr>
              <w:t>f(</w:t>
            </w:r>
            <w:proofErr w:type="gramEnd"/>
            <w:r w:rsidR="00C12582">
              <w:rPr>
                <w:rFonts w:ascii="Calibri" w:hAnsi="Calibri" w:cs="Calibri"/>
              </w:rPr>
              <w:t>x) = 2x – 5 and g(x) = x</w:t>
            </w:r>
            <w:r w:rsidR="00C12582">
              <w:rPr>
                <w:rFonts w:ascii="Calibri" w:hAnsi="Calibri" w:cs="Calibri"/>
                <w:vertAlign w:val="superscript"/>
              </w:rPr>
              <w:t>2</w:t>
            </w:r>
            <w:r w:rsidR="00C12582">
              <w:rPr>
                <w:rFonts w:ascii="Calibri" w:hAnsi="Calibri" w:cs="Calibri"/>
              </w:rPr>
              <w:t xml:space="preserve"> – 8, evaluate g(f(x)).</w:t>
            </w:r>
          </w:p>
          <w:p w14:paraId="0EBC4D1D" w14:textId="77777777" w:rsidR="004F67D2" w:rsidRDefault="004F67D2" w:rsidP="00544F56">
            <w:pPr>
              <w:jc w:val="center"/>
              <w:rPr>
                <w:rFonts w:ascii="Calibri" w:hAnsi="Calibri" w:cs="Calibri"/>
              </w:rPr>
            </w:pPr>
          </w:p>
          <w:p w14:paraId="68E70682" w14:textId="77777777" w:rsidR="004F67D2" w:rsidRDefault="004F67D2" w:rsidP="00544F56">
            <w:pPr>
              <w:jc w:val="center"/>
              <w:rPr>
                <w:rFonts w:ascii="Calibri" w:hAnsi="Calibri" w:cs="Calibri"/>
              </w:rPr>
            </w:pPr>
          </w:p>
          <w:p w14:paraId="01F1932E" w14:textId="77777777" w:rsidR="004F67D2" w:rsidRDefault="004F67D2" w:rsidP="00544F56">
            <w:pPr>
              <w:jc w:val="center"/>
              <w:rPr>
                <w:rFonts w:ascii="Calibri" w:hAnsi="Calibri" w:cs="Calibri"/>
              </w:rPr>
            </w:pPr>
          </w:p>
          <w:p w14:paraId="2BA7F90B" w14:textId="77777777" w:rsidR="004F67D2" w:rsidRDefault="004F67D2" w:rsidP="00544F56">
            <w:pPr>
              <w:jc w:val="center"/>
              <w:rPr>
                <w:rFonts w:ascii="Calibri" w:hAnsi="Calibri" w:cs="Calibri"/>
              </w:rPr>
            </w:pPr>
          </w:p>
          <w:p w14:paraId="6609F0B7" w14:textId="77777777" w:rsidR="004F67D2" w:rsidRDefault="004F67D2" w:rsidP="00544F56">
            <w:pPr>
              <w:jc w:val="center"/>
              <w:rPr>
                <w:rFonts w:ascii="Calibri" w:hAnsi="Calibri" w:cs="Calibri"/>
              </w:rPr>
            </w:pPr>
          </w:p>
        </w:tc>
      </w:tr>
      <w:tr w:rsidR="004F67D2" w:rsidRPr="00B1314A" w14:paraId="1928CB89" w14:textId="77777777" w:rsidTr="00544F56">
        <w:trPr>
          <w:trHeight w:val="323"/>
        </w:trPr>
        <w:tc>
          <w:tcPr>
            <w:tcW w:w="4248" w:type="dxa"/>
          </w:tcPr>
          <w:p w14:paraId="79637F34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5) The expression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i/>
                      <w:position w:val="-24"/>
                    </w:rPr>
                    <w:object w:dxaOrig="240" w:dyaOrig="620" w14:anchorId="6BEE89BB">
                      <v:shape id="_x0000_i1029" type="#_x0000_t75" style="width:12.4pt;height:31.05pt" o:ole="">
                        <v:imagedata r:id="rId50" o:title=""/>
                      </v:shape>
                      <o:OLEObject Type="Embed" ProgID="Equation.3" ShapeID="_x0000_i1029" DrawAspect="Content" ObjectID="_1292626989" r:id="rId51"/>
                    </w:object>
                  </m:r>
                  <m:r>
                    <w:rPr>
                      <w:rFonts w:ascii="Cambria Math" w:hAnsi="Cambria Math" w:cstheme="minorHAnsi"/>
                    </w:rPr>
                    <m:t>x-6</m:t>
                  </m:r>
                </m:e>
              </m:rad>
            </m:oMath>
            <w:r>
              <w:rPr>
                <w:rFonts w:ascii="Calibri" w:hAnsi="Calibri" w:cs="Calibri"/>
              </w:rPr>
              <w:t xml:space="preserve"> undefined for what values of x? (Write as an inequality and graph) </w:t>
            </w:r>
          </w:p>
          <w:p w14:paraId="7913F50F" w14:textId="77777777" w:rsidR="004F67D2" w:rsidRDefault="004F67D2" w:rsidP="00544F56">
            <w:pPr>
              <w:rPr>
                <w:rFonts w:asciiTheme="minorHAnsi" w:hAnsiTheme="minorHAnsi" w:cstheme="minorHAnsi"/>
              </w:rPr>
            </w:pPr>
          </w:p>
          <w:p w14:paraId="0DAD345E" w14:textId="77777777" w:rsidR="004F67D2" w:rsidRDefault="004F67D2" w:rsidP="00544F56">
            <w:pPr>
              <w:rPr>
                <w:rFonts w:asciiTheme="minorHAnsi" w:hAnsiTheme="minorHAnsi" w:cstheme="minorHAnsi"/>
              </w:rPr>
            </w:pPr>
          </w:p>
          <w:p w14:paraId="48BEADA0" w14:textId="77777777" w:rsidR="00C12582" w:rsidRPr="006C7001" w:rsidRDefault="00C12582" w:rsidP="00544F56">
            <w:pPr>
              <w:rPr>
                <w:rFonts w:asciiTheme="minorHAnsi" w:hAnsiTheme="minorHAnsi" w:cstheme="minorHAnsi"/>
              </w:rPr>
            </w:pPr>
          </w:p>
          <w:p w14:paraId="5617A4CC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6419FF7F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926AE84" wp14:editId="1C01C0DE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66040</wp:posOffset>
                      </wp:positionV>
                      <wp:extent cx="2339975" cy="0"/>
                      <wp:effectExtent l="38100" t="76200" r="22225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4.9pt;margin-top:5.2pt;width:184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768" w:type="dxa"/>
            <w:gridSpan w:val="2"/>
            <w:vMerge w:val="restart"/>
          </w:tcPr>
          <w:p w14:paraId="546B9FB9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7) What is the undefined x-value in the graph below?</w:t>
            </w:r>
          </w:p>
          <w:p w14:paraId="3FDB6E53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0A50BFFF" wp14:editId="56E247B7">
                  <wp:extent cx="4215765" cy="2576830"/>
                  <wp:effectExtent l="0" t="0" r="0" b="0"/>
                  <wp:docPr id="17" name="Picture 17" descr="http://www.mesacc.edu/~marfv02121/readings/rational/rational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esacc.edu/~marfv02121/readings/rational/rational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5765" cy="257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43221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67A3FCDE" w14:textId="77777777" w:rsidR="004F67D2" w:rsidRDefault="004F67D2" w:rsidP="00544F56">
            <w:pPr>
              <w:rPr>
                <w:rFonts w:ascii="Calibri" w:hAnsi="Calibri" w:cs="Calibri"/>
              </w:rPr>
            </w:pPr>
          </w:p>
        </w:tc>
      </w:tr>
      <w:tr w:rsidR="004F67D2" w:rsidRPr="00B1314A" w14:paraId="67F6095D" w14:textId="77777777" w:rsidTr="00544F56">
        <w:trPr>
          <w:trHeight w:val="323"/>
        </w:trPr>
        <w:tc>
          <w:tcPr>
            <w:tcW w:w="4248" w:type="dxa"/>
          </w:tcPr>
          <w:p w14:paraId="4D14F60C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The expression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8-4x</m:t>
                  </m:r>
                </m:e>
              </m:rad>
            </m:oMath>
            <w:r>
              <w:rPr>
                <w:rFonts w:ascii="Calibri" w:hAnsi="Calibri" w:cs="Calibri"/>
              </w:rPr>
              <w:t xml:space="preserve"> is undefined for what values of x? (Write as an inequality and graph)</w:t>
            </w:r>
          </w:p>
          <w:p w14:paraId="38301BCD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28A76177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3852CB7A" w14:textId="77777777" w:rsidR="00C12582" w:rsidRDefault="00C12582" w:rsidP="00544F56">
            <w:pPr>
              <w:rPr>
                <w:rFonts w:ascii="Calibri" w:hAnsi="Calibri" w:cs="Calibri"/>
              </w:rPr>
            </w:pPr>
          </w:p>
          <w:p w14:paraId="5B54D877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61014291" w14:textId="77777777" w:rsidR="004F67D2" w:rsidRDefault="004F67D2" w:rsidP="00544F56">
            <w:pPr>
              <w:rPr>
                <w:rFonts w:ascii="Calibri" w:hAnsi="Calibri" w:cs="Calibri"/>
              </w:rPr>
            </w:pPr>
          </w:p>
          <w:p w14:paraId="08639FC1" w14:textId="77777777" w:rsidR="004F67D2" w:rsidRDefault="004F67D2" w:rsidP="00544F56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1E62C85" wp14:editId="3646B98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91440</wp:posOffset>
                      </wp:positionV>
                      <wp:extent cx="2339975" cy="0"/>
                      <wp:effectExtent l="38100" t="76200" r="2222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2.4pt;margin-top:7.2pt;width:184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768" w:type="dxa"/>
            <w:gridSpan w:val="2"/>
            <w:vMerge/>
          </w:tcPr>
          <w:p w14:paraId="70F451E1" w14:textId="77777777" w:rsidR="004F67D2" w:rsidRDefault="004F67D2" w:rsidP="00544F56">
            <w:pPr>
              <w:rPr>
                <w:rFonts w:ascii="Calibri" w:hAnsi="Calibri" w:cs="Calibri"/>
              </w:rPr>
            </w:pPr>
          </w:p>
        </w:tc>
      </w:tr>
      <w:tr w:rsidR="004F67D2" w:rsidRPr="00B1314A" w14:paraId="2DB75D5F" w14:textId="77777777" w:rsidTr="00544F56">
        <w:trPr>
          <w:trHeight w:val="323"/>
        </w:trPr>
        <w:tc>
          <w:tcPr>
            <w:tcW w:w="5025" w:type="dxa"/>
            <w:gridSpan w:val="2"/>
          </w:tcPr>
          <w:p w14:paraId="64D232E3" w14:textId="77777777" w:rsidR="004F67D2" w:rsidRDefault="004F67D2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8) </w:t>
            </w:r>
            <w:r w:rsidR="00C12582">
              <w:rPr>
                <w:rFonts w:ascii="Calibri" w:hAnsi="Calibri" w:cs="Calibri"/>
              </w:rPr>
              <w:t>If h(x) = -2x – 3 and j(x) = x</w:t>
            </w:r>
            <w:r w:rsidR="00C12582">
              <w:rPr>
                <w:rFonts w:ascii="Calibri" w:hAnsi="Calibri" w:cs="Calibri"/>
                <w:vertAlign w:val="superscript"/>
              </w:rPr>
              <w:t>2</w:t>
            </w:r>
            <w:r w:rsidR="00C12582">
              <w:rPr>
                <w:rFonts w:ascii="Calibri" w:hAnsi="Calibri" w:cs="Calibri"/>
              </w:rPr>
              <w:t xml:space="preserve"> + 0.5, evaluate:</w:t>
            </w:r>
          </w:p>
          <w:p w14:paraId="6EF72333" w14:textId="77777777" w:rsidR="00C12582" w:rsidRDefault="00C12582" w:rsidP="00C12582">
            <w:pPr>
              <w:rPr>
                <w:rFonts w:ascii="Calibri" w:hAnsi="Calibri" w:cs="Calibri"/>
              </w:rPr>
            </w:pPr>
          </w:p>
          <w:p w14:paraId="1A0E5B95" w14:textId="77777777" w:rsidR="00C12582" w:rsidRDefault="00C12582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 j(h(x))</w:t>
            </w:r>
          </w:p>
          <w:p w14:paraId="33DC26F1" w14:textId="77777777" w:rsidR="00C12582" w:rsidRDefault="00C12582" w:rsidP="00C12582">
            <w:pPr>
              <w:rPr>
                <w:rFonts w:ascii="Calibri" w:hAnsi="Calibri" w:cs="Calibri"/>
              </w:rPr>
            </w:pPr>
          </w:p>
          <w:p w14:paraId="1FCEADCA" w14:textId="77777777" w:rsidR="00C12582" w:rsidRDefault="00C12582" w:rsidP="00C12582">
            <w:pPr>
              <w:rPr>
                <w:rFonts w:ascii="Calibri" w:hAnsi="Calibri" w:cs="Calibri"/>
              </w:rPr>
            </w:pPr>
          </w:p>
          <w:p w14:paraId="56EDE7BD" w14:textId="77777777" w:rsidR="00C12582" w:rsidRDefault="00C12582" w:rsidP="00C12582">
            <w:pPr>
              <w:rPr>
                <w:rFonts w:ascii="Calibri" w:hAnsi="Calibri" w:cs="Calibri"/>
              </w:rPr>
            </w:pPr>
          </w:p>
          <w:p w14:paraId="7FE010D4" w14:textId="77777777" w:rsidR="00C12582" w:rsidRPr="00C12582" w:rsidRDefault="00C12582" w:rsidP="00C12582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51F286AE" w14:textId="77777777" w:rsidR="00C12582" w:rsidRPr="00486EF1" w:rsidRDefault="00C12582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b)</w:t>
            </w:r>
            <w:r w:rsidR="00FC4E49">
              <w:rPr>
                <w:rFonts w:ascii="Calibri" w:hAnsi="Calibri" w:cs="Calibri"/>
              </w:rPr>
              <w:t xml:space="preserve"> </w:t>
            </w:r>
            <w:proofErr w:type="gramStart"/>
            <w:r w:rsidR="00FC4E49">
              <w:rPr>
                <w:rFonts w:ascii="Calibri" w:hAnsi="Calibri" w:cs="Calibri"/>
              </w:rPr>
              <w:t>h</w:t>
            </w:r>
            <w:proofErr w:type="gramEnd"/>
            <w:r w:rsidRPr="00486EF1">
              <w:rPr>
                <w:rFonts w:ascii="Calibri" w:hAnsi="Calibr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 xml:space="preserve">∘ </m:t>
              </m:r>
            </m:oMath>
            <w:r w:rsidR="00FC4E49">
              <w:rPr>
                <w:rFonts w:ascii="Calibri" w:hAnsi="Calibri" w:cs="Calibri"/>
              </w:rPr>
              <w:t>j</w:t>
            </w:r>
            <w:r w:rsidRPr="00486EF1">
              <w:rPr>
                <w:rFonts w:ascii="Calibri" w:hAnsi="Calibri" w:cs="Calibri"/>
              </w:rPr>
              <w:t xml:space="preserve">(-3).  </w:t>
            </w:r>
          </w:p>
          <w:p w14:paraId="6025B02E" w14:textId="77777777" w:rsidR="004F67D2" w:rsidRDefault="004F67D2" w:rsidP="00C12582">
            <w:pPr>
              <w:rPr>
                <w:rFonts w:ascii="Calibri" w:hAnsi="Calibri" w:cs="Calibri"/>
              </w:rPr>
            </w:pPr>
          </w:p>
          <w:p w14:paraId="20E4AEED" w14:textId="77777777" w:rsidR="00C12582" w:rsidRDefault="00C12582" w:rsidP="00C12582">
            <w:pPr>
              <w:rPr>
                <w:rFonts w:ascii="Calibri" w:hAnsi="Calibri" w:cs="Calibri"/>
              </w:rPr>
            </w:pPr>
          </w:p>
          <w:p w14:paraId="00178841" w14:textId="77777777" w:rsidR="00C12582" w:rsidRDefault="00C12582" w:rsidP="00C12582">
            <w:pPr>
              <w:rPr>
                <w:rFonts w:ascii="Calibri" w:hAnsi="Calibri" w:cs="Calibri"/>
              </w:rPr>
            </w:pPr>
          </w:p>
          <w:p w14:paraId="21D2C409" w14:textId="77777777" w:rsidR="00C12582" w:rsidRPr="00C12582" w:rsidRDefault="00C12582" w:rsidP="00C12582">
            <w:pPr>
              <w:rPr>
                <w:rFonts w:ascii="Calibri" w:hAnsi="Calibri" w:cs="Calibri"/>
              </w:rPr>
            </w:pPr>
          </w:p>
        </w:tc>
      </w:tr>
      <w:tr w:rsidR="00CD6479" w:rsidRPr="00B1314A" w14:paraId="4F5D9B2D" w14:textId="77777777" w:rsidTr="00544F56">
        <w:trPr>
          <w:trHeight w:val="323"/>
        </w:trPr>
        <w:tc>
          <w:tcPr>
            <w:tcW w:w="5025" w:type="dxa"/>
            <w:gridSpan w:val="2"/>
          </w:tcPr>
          <w:p w14:paraId="7E1F7B4A" w14:textId="1830F27C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9) Factor: </w:t>
            </w:r>
            <w:r w:rsidRPr="00CD6479">
              <w:rPr>
                <w:rFonts w:ascii="Calibri" w:hAnsi="Calibri" w:cs="Calibri"/>
                <w:position w:val="-6"/>
              </w:rPr>
              <w:object w:dxaOrig="1060" w:dyaOrig="320" w14:anchorId="28D331B3">
                <v:shape id="_x0000_i1094" type="#_x0000_t75" style="width:53.4pt;height:16.15pt" o:ole="">
                  <v:imagedata r:id="rId53" o:title=""/>
                </v:shape>
                <o:OLEObject Type="Embed" ProgID="Equation.3" ShapeID="_x0000_i1094" DrawAspect="Content" ObjectID="_1292626990" r:id="rId54"/>
              </w:object>
            </w:r>
          </w:p>
          <w:p w14:paraId="18C9B78D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0D9364D5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6A8FF33A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30A58993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599B9C20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41C15BA8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F72EC96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66EAFB46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1810614" w14:textId="76EBB3B7" w:rsidR="00CD6479" w:rsidRDefault="00CD6479" w:rsidP="00C12582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6DD2E9BB" w14:textId="5F2E3E3F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10) What is the sum of the solutions to the expression </w:t>
            </w:r>
            <w:r w:rsidRPr="00CD6479">
              <w:rPr>
                <w:rFonts w:ascii="Calibri" w:hAnsi="Calibri" w:cs="Calibri"/>
                <w:position w:val="-6"/>
              </w:rPr>
              <w:object w:dxaOrig="960" w:dyaOrig="320" w14:anchorId="48EB3709">
                <v:shape id="_x0000_i1097" type="#_x0000_t75" style="width:48.4pt;height:16.15pt" o:ole="">
                  <v:imagedata r:id="rId55" o:title=""/>
                </v:shape>
                <o:OLEObject Type="Embed" ProgID="Equation.3" ShapeID="_x0000_i1097" DrawAspect="Content" ObjectID="_1292626991" r:id="rId56"/>
              </w:object>
            </w:r>
            <w:r>
              <w:rPr>
                <w:rFonts w:ascii="Calibri" w:hAnsi="Calibri" w:cs="Calibri"/>
              </w:rPr>
              <w:t>?</w:t>
            </w:r>
          </w:p>
        </w:tc>
      </w:tr>
      <w:tr w:rsidR="00CD6479" w:rsidRPr="00B1314A" w14:paraId="7659F42A" w14:textId="77777777" w:rsidTr="00544F56">
        <w:trPr>
          <w:trHeight w:val="323"/>
        </w:trPr>
        <w:tc>
          <w:tcPr>
            <w:tcW w:w="5025" w:type="dxa"/>
            <w:gridSpan w:val="2"/>
          </w:tcPr>
          <w:p w14:paraId="5FB6A2E4" w14:textId="7B3D0273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11) For what value of x, if any, is the equation </w:t>
            </w:r>
            <w:r w:rsidRPr="00CD6479">
              <w:rPr>
                <w:rFonts w:ascii="Calibri" w:hAnsi="Calibri" w:cs="Calibri"/>
                <w:position w:val="-10"/>
              </w:rPr>
              <w:object w:dxaOrig="1640" w:dyaOrig="360" w14:anchorId="62803F2C">
                <v:shape id="_x0000_i1100" type="#_x0000_t75" style="width:81.95pt;height:18.6pt" o:ole="">
                  <v:imagedata r:id="rId57" o:title=""/>
                </v:shape>
                <o:OLEObject Type="Embed" ProgID="Equation.3" ShapeID="_x0000_i1100" DrawAspect="Content" ObjectID="_1292626992" r:id="rId58"/>
              </w:object>
            </w:r>
            <w:r>
              <w:rPr>
                <w:rFonts w:ascii="Calibri" w:hAnsi="Calibri" w:cs="Calibri"/>
              </w:rPr>
              <w:t>?</w:t>
            </w:r>
          </w:p>
          <w:p w14:paraId="7C93E555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50D1EC48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062707B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7B81EEDB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42B52F09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31E60251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5FF39F70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0386681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5B9FBF2" w14:textId="73F8EBDC" w:rsidR="00CD6479" w:rsidRDefault="00CD6479" w:rsidP="00C12582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7B73FEA1" w14:textId="77777777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12) Find the solutions to the following equation: </w:t>
            </w:r>
          </w:p>
          <w:p w14:paraId="6B033D77" w14:textId="5B9012D2" w:rsidR="00CD6479" w:rsidRDefault="007A412E" w:rsidP="00C12582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x</w:t>
            </w:r>
            <w:proofErr w:type="gramEnd"/>
            <w:r>
              <w:rPr>
                <w:rFonts w:ascii="Calibri" w:hAnsi="Calibri" w:cs="Calibri"/>
              </w:rPr>
              <w:t>(x-8)=0</w:t>
            </w:r>
          </w:p>
        </w:tc>
      </w:tr>
      <w:tr w:rsidR="00CD6479" w:rsidRPr="00B1314A" w14:paraId="33A5F328" w14:textId="77777777" w:rsidTr="00544F56">
        <w:trPr>
          <w:trHeight w:val="323"/>
        </w:trPr>
        <w:tc>
          <w:tcPr>
            <w:tcW w:w="5025" w:type="dxa"/>
            <w:gridSpan w:val="2"/>
          </w:tcPr>
          <w:p w14:paraId="3BDA4044" w14:textId="237A872A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13)</w:t>
            </w:r>
            <w:r w:rsidR="007A412E">
              <w:rPr>
                <w:rFonts w:ascii="Calibri" w:hAnsi="Calibri" w:cs="Calibri"/>
              </w:rPr>
              <w:t xml:space="preserve"> </w:t>
            </w:r>
            <w:r w:rsidR="004C48B9">
              <w:rPr>
                <w:rFonts w:ascii="Calibri" w:hAnsi="Calibri" w:cs="Calibri"/>
              </w:rPr>
              <w:t>What is (3x+3)(x-2) equivalent to after using FOIL?</w:t>
            </w:r>
          </w:p>
          <w:p w14:paraId="3EE03BEE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3B680163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00A0A55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3C3B30C7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2EC11C09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415D4F73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33BDC1E0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45CB0A39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49B03169" w14:textId="006E1303" w:rsidR="00CD6479" w:rsidRDefault="00CD6479" w:rsidP="00C12582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0764733F" w14:textId="09870BD1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14)</w:t>
            </w:r>
            <w:r w:rsidR="004C48B9">
              <w:rPr>
                <w:rFonts w:ascii="Calibri" w:hAnsi="Calibri" w:cs="Calibri"/>
              </w:rPr>
              <w:t xml:space="preserve"> </w:t>
            </w:r>
            <w:r w:rsidR="007812A2">
              <w:rPr>
                <w:rFonts w:ascii="Calibri" w:hAnsi="Calibri" w:cs="Calibri"/>
              </w:rPr>
              <w:t>What is the product of 3x-2 and 4x+6?</w:t>
            </w:r>
          </w:p>
        </w:tc>
      </w:tr>
      <w:tr w:rsidR="00CD6479" w:rsidRPr="00B1314A" w14:paraId="164E862A" w14:textId="77777777" w:rsidTr="00544F56">
        <w:trPr>
          <w:trHeight w:val="323"/>
        </w:trPr>
        <w:tc>
          <w:tcPr>
            <w:tcW w:w="5025" w:type="dxa"/>
            <w:gridSpan w:val="2"/>
          </w:tcPr>
          <w:p w14:paraId="195414EF" w14:textId="6D3FACC7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15)</w:t>
            </w:r>
            <w:r w:rsidR="00E374D2">
              <w:rPr>
                <w:rFonts w:ascii="Calibri" w:hAnsi="Calibri" w:cs="Calibri"/>
              </w:rPr>
              <w:t xml:space="preserve"> What is the product of 6x-7 and 8x+2?</w:t>
            </w:r>
          </w:p>
          <w:p w14:paraId="49B3E1B3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14E677CE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688EE343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4CB181D7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50CF02A6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11C372B6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12147CC6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37036470" w14:textId="77777777" w:rsidR="00CD6479" w:rsidRDefault="00CD6479" w:rsidP="00C12582">
            <w:pPr>
              <w:rPr>
                <w:rFonts w:ascii="Calibri" w:hAnsi="Calibri" w:cs="Calibri"/>
              </w:rPr>
            </w:pPr>
          </w:p>
          <w:p w14:paraId="08499086" w14:textId="5D7DC007" w:rsidR="00CD6479" w:rsidRDefault="00CD6479" w:rsidP="00C12582">
            <w:pPr>
              <w:rPr>
                <w:rFonts w:ascii="Calibri" w:hAnsi="Calibri" w:cs="Calibri"/>
              </w:rPr>
            </w:pPr>
          </w:p>
        </w:tc>
        <w:tc>
          <w:tcPr>
            <w:tcW w:w="5991" w:type="dxa"/>
          </w:tcPr>
          <w:p w14:paraId="093A229D" w14:textId="65159074" w:rsidR="00CD6479" w:rsidRDefault="00CD6479" w:rsidP="00C1258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16)</w:t>
            </w:r>
            <w:r w:rsidR="00E374D2">
              <w:rPr>
                <w:rFonts w:ascii="Calibri" w:hAnsi="Calibri" w:cs="Calibri"/>
              </w:rPr>
              <w:t xml:space="preserve"> Find the solutions to the following equation: </w:t>
            </w:r>
            <w:r w:rsidR="00D126AE" w:rsidRPr="00D126AE">
              <w:rPr>
                <w:rFonts w:ascii="Calibri" w:hAnsi="Calibri" w:cs="Calibri"/>
                <w:position w:val="-4"/>
              </w:rPr>
              <w:object w:dxaOrig="180" w:dyaOrig="260" w14:anchorId="08E25740">
                <v:shape id="_x0000_i1112" type="#_x0000_t75" style="width:8.7pt;height:12.4pt" o:ole="">
                  <v:imagedata r:id="rId59" o:title=""/>
                </v:shape>
                <o:OLEObject Type="Embed" ProgID="Equation.3" ShapeID="_x0000_i1112" DrawAspect="Content" ObjectID="_1292626993" r:id="rId60"/>
              </w:object>
            </w:r>
            <w:r w:rsidR="00D126AE" w:rsidRPr="00D11145">
              <w:rPr>
                <w:position w:val="-6"/>
              </w:rPr>
              <w:object w:dxaOrig="1180" w:dyaOrig="320" w14:anchorId="0CC10CD2">
                <v:shape id="_x0000_i1113" type="#_x0000_t75" style="width:59.6pt;height:16.15pt" o:ole="">
                  <v:imagedata r:id="rId61" o:title=""/>
                </v:shape>
                <o:OLEObject Type="Embed" ProgID="Equation.3" ShapeID="_x0000_i1113" DrawAspect="Content" ObjectID="_1292626994" r:id="rId62"/>
              </w:object>
            </w:r>
            <w:bookmarkStart w:id="0" w:name="_GoBack"/>
            <w:bookmarkEnd w:id="0"/>
          </w:p>
        </w:tc>
      </w:tr>
    </w:tbl>
    <w:p w14:paraId="6E85CD4A" w14:textId="77777777" w:rsidR="00200074" w:rsidRDefault="00200074" w:rsidP="00D40892">
      <w:pPr>
        <w:spacing w:after="120"/>
        <w:outlineLvl w:val="0"/>
        <w:rPr>
          <w:rFonts w:ascii="Calibri" w:hAnsi="Calibri" w:cs="Calibri"/>
        </w:rPr>
      </w:pPr>
    </w:p>
    <w:sectPr w:rsidR="00200074" w:rsidSect="00D40892">
      <w:footerReference w:type="default" r:id="rId63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3D152" w14:textId="77777777" w:rsidR="00E374D2" w:rsidRDefault="00E374D2">
      <w:r>
        <w:separator/>
      </w:r>
    </w:p>
  </w:endnote>
  <w:endnote w:type="continuationSeparator" w:id="0">
    <w:p w14:paraId="7D94B19A" w14:textId="77777777" w:rsidR="00E374D2" w:rsidRDefault="00E3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w Cen MT Condensed Extra Bold">
    <w:altName w:val="Gill Sans Ultra Bold"/>
    <w:charset w:val="00"/>
    <w:family w:val="swiss"/>
    <w:pitch w:val="variable"/>
    <w:sig w:usb0="00000007" w:usb1="00000000" w:usb2="00000000" w:usb3="00000000" w:csb0="0000000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63084" w14:textId="77777777" w:rsidR="00E374D2" w:rsidRPr="008B41BB" w:rsidRDefault="00E374D2" w:rsidP="00D40892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7D691" w14:textId="77777777" w:rsidR="00E374D2" w:rsidRDefault="00E374D2">
      <w:r>
        <w:separator/>
      </w:r>
    </w:p>
  </w:footnote>
  <w:footnote w:type="continuationSeparator" w:id="0">
    <w:p w14:paraId="6771D396" w14:textId="77777777" w:rsidR="00E374D2" w:rsidRDefault="00E37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52823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F6458C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6EE6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3F40"/>
    <w:multiLevelType w:val="hybridMultilevel"/>
    <w:tmpl w:val="15C206D0"/>
    <w:lvl w:ilvl="0" w:tplc="C6E24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42E424F"/>
    <w:multiLevelType w:val="hybridMultilevel"/>
    <w:tmpl w:val="14D6C1DE"/>
    <w:lvl w:ilvl="0" w:tplc="D688E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0C617E"/>
    <w:multiLevelType w:val="hybridMultilevel"/>
    <w:tmpl w:val="CC987F8C"/>
    <w:lvl w:ilvl="0" w:tplc="9ADA29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E25E4"/>
    <w:multiLevelType w:val="hybridMultilevel"/>
    <w:tmpl w:val="87C88976"/>
    <w:lvl w:ilvl="0" w:tplc="DDC43B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94"/>
    <w:rsid w:val="000501F2"/>
    <w:rsid w:val="000E3BBC"/>
    <w:rsid w:val="001A6E11"/>
    <w:rsid w:val="001B6539"/>
    <w:rsid w:val="001D4AE8"/>
    <w:rsid w:val="001F5D98"/>
    <w:rsid w:val="00200074"/>
    <w:rsid w:val="00336300"/>
    <w:rsid w:val="004668B0"/>
    <w:rsid w:val="004C48B9"/>
    <w:rsid w:val="004E6DF5"/>
    <w:rsid w:val="004F4694"/>
    <w:rsid w:val="004F67D2"/>
    <w:rsid w:val="0050203B"/>
    <w:rsid w:val="00521CA8"/>
    <w:rsid w:val="00544F56"/>
    <w:rsid w:val="00557137"/>
    <w:rsid w:val="0059420C"/>
    <w:rsid w:val="005E3B40"/>
    <w:rsid w:val="006614BE"/>
    <w:rsid w:val="00691B0E"/>
    <w:rsid w:val="00702488"/>
    <w:rsid w:val="00731AD7"/>
    <w:rsid w:val="00743E70"/>
    <w:rsid w:val="00770FB2"/>
    <w:rsid w:val="007812A2"/>
    <w:rsid w:val="007A412E"/>
    <w:rsid w:val="007D1F43"/>
    <w:rsid w:val="008E5E0E"/>
    <w:rsid w:val="0095473D"/>
    <w:rsid w:val="0096049A"/>
    <w:rsid w:val="00967C7D"/>
    <w:rsid w:val="009E337A"/>
    <w:rsid w:val="00A31ADA"/>
    <w:rsid w:val="00AE415D"/>
    <w:rsid w:val="00B02FDB"/>
    <w:rsid w:val="00B31DE1"/>
    <w:rsid w:val="00B56960"/>
    <w:rsid w:val="00C0379D"/>
    <w:rsid w:val="00C12582"/>
    <w:rsid w:val="00CC0269"/>
    <w:rsid w:val="00CC5D14"/>
    <w:rsid w:val="00CD6479"/>
    <w:rsid w:val="00D126AE"/>
    <w:rsid w:val="00D40892"/>
    <w:rsid w:val="00D603F8"/>
    <w:rsid w:val="00DD13E7"/>
    <w:rsid w:val="00E374D2"/>
    <w:rsid w:val="00F623BF"/>
    <w:rsid w:val="00F703C3"/>
    <w:rsid w:val="00F9754A"/>
    <w:rsid w:val="00FC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F5D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customStyle="1" w:styleId="MediumGrid11">
    <w:name w:val="Medium Grid 11"/>
    <w:uiPriority w:val="99"/>
    <w:rsid w:val="001E4A92"/>
    <w:rPr>
      <w:color w:val="808080"/>
    </w:rPr>
  </w:style>
  <w:style w:type="paragraph" w:styleId="ListParagraph">
    <w:name w:val="List Paragraph"/>
    <w:basedOn w:val="Normal"/>
    <w:uiPriority w:val="34"/>
    <w:qFormat/>
    <w:rsid w:val="00C0379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691B0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2">
    <w:name w:val="Subtle Emphasis2"/>
    <w:basedOn w:val="Normal"/>
    <w:uiPriority w:val="34"/>
    <w:qFormat/>
    <w:rsid w:val="006B1927"/>
    <w:pPr>
      <w:ind w:left="720"/>
      <w:contextualSpacing/>
    </w:pPr>
  </w:style>
  <w:style w:type="paragraph" w:customStyle="1" w:styleId="SubtleEmphasis3">
    <w:name w:val="Subtle Emphasis3"/>
    <w:basedOn w:val="Normal"/>
    <w:uiPriority w:val="34"/>
    <w:qFormat/>
    <w:rsid w:val="00741C52"/>
    <w:pPr>
      <w:ind w:left="720"/>
    </w:pPr>
  </w:style>
  <w:style w:type="paragraph" w:customStyle="1" w:styleId="SubtleEmphasis4">
    <w:name w:val="Subtle Emphasis4"/>
    <w:basedOn w:val="Normal"/>
    <w:uiPriority w:val="34"/>
    <w:qFormat/>
    <w:rsid w:val="005E4E7F"/>
    <w:pPr>
      <w:ind w:left="720"/>
    </w:pPr>
  </w:style>
  <w:style w:type="paragraph" w:customStyle="1" w:styleId="DarkList-Accent51">
    <w:name w:val="Dark List - Accent 51"/>
    <w:basedOn w:val="Normal"/>
    <w:qFormat/>
    <w:rsid w:val="00916AC6"/>
    <w:pPr>
      <w:ind w:left="720"/>
      <w:contextualSpacing/>
    </w:pPr>
  </w:style>
  <w:style w:type="paragraph" w:customStyle="1" w:styleId="MediumList2-Accent41">
    <w:name w:val="Medium List 2 - Accent 41"/>
    <w:basedOn w:val="Normal"/>
    <w:uiPriority w:val="34"/>
    <w:qFormat/>
    <w:rsid w:val="00C87B92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EE3E38"/>
    <w:pPr>
      <w:ind w:left="720"/>
      <w:contextualSpacing/>
    </w:pPr>
  </w:style>
  <w:style w:type="character" w:customStyle="1" w:styleId="LightGrid-Accent12">
    <w:name w:val="Light Grid - Accent 12"/>
    <w:uiPriority w:val="99"/>
    <w:rsid w:val="00AD48D6"/>
    <w:rPr>
      <w:color w:val="808080"/>
    </w:rPr>
  </w:style>
  <w:style w:type="character" w:customStyle="1" w:styleId="apple-style-span">
    <w:name w:val="apple-style-span"/>
    <w:rsid w:val="00CD65E9"/>
  </w:style>
  <w:style w:type="character" w:customStyle="1" w:styleId="apple-converted-space">
    <w:name w:val="apple-converted-space"/>
    <w:rsid w:val="00CD65E9"/>
  </w:style>
  <w:style w:type="paragraph" w:customStyle="1" w:styleId="ColorfulList-Accent11">
    <w:name w:val="Colorful List - Accent 11"/>
    <w:basedOn w:val="Normal"/>
    <w:uiPriority w:val="34"/>
    <w:qFormat/>
    <w:rsid w:val="009F3408"/>
    <w:pPr>
      <w:ind w:left="720"/>
      <w:contextualSpacing/>
    </w:pPr>
  </w:style>
  <w:style w:type="character" w:customStyle="1" w:styleId="MediumGrid11">
    <w:name w:val="Medium Grid 11"/>
    <w:uiPriority w:val="99"/>
    <w:rsid w:val="001E4A92"/>
    <w:rPr>
      <w:color w:val="808080"/>
    </w:rPr>
  </w:style>
  <w:style w:type="paragraph" w:styleId="ListParagraph">
    <w:name w:val="List Paragraph"/>
    <w:basedOn w:val="Normal"/>
    <w:uiPriority w:val="34"/>
    <w:qFormat/>
    <w:rsid w:val="00C0379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691B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4.emf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5.emf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6.emf"/><Relationship Id="rId63" Type="http://schemas.openxmlformats.org/officeDocument/2006/relationships/footer" Target="footer1.xml"/><Relationship Id="rId64" Type="http://schemas.openxmlformats.org/officeDocument/2006/relationships/fontTable" Target="fontTable.xml"/><Relationship Id="rId65" Type="http://schemas.openxmlformats.org/officeDocument/2006/relationships/theme" Target="theme/theme1.xml"/><Relationship Id="rId50" Type="http://schemas.openxmlformats.org/officeDocument/2006/relationships/image" Target="media/image24.wmf"/><Relationship Id="rId51" Type="http://schemas.openxmlformats.org/officeDocument/2006/relationships/oleObject" Target="embeddings/Microsoft_Equation19.bin"/><Relationship Id="rId52" Type="http://schemas.openxmlformats.org/officeDocument/2006/relationships/image" Target="media/image25.gif"/><Relationship Id="rId53" Type="http://schemas.openxmlformats.org/officeDocument/2006/relationships/image" Target="media/image26.emf"/><Relationship Id="rId54" Type="http://schemas.openxmlformats.org/officeDocument/2006/relationships/oleObject" Target="embeddings/Microsoft_Equation20.bin"/><Relationship Id="rId55" Type="http://schemas.openxmlformats.org/officeDocument/2006/relationships/image" Target="media/image27.emf"/><Relationship Id="rId56" Type="http://schemas.openxmlformats.org/officeDocument/2006/relationships/oleObject" Target="embeddings/Microsoft_Equation21.bin"/><Relationship Id="rId57" Type="http://schemas.openxmlformats.org/officeDocument/2006/relationships/image" Target="media/image28.emf"/><Relationship Id="rId58" Type="http://schemas.openxmlformats.org/officeDocument/2006/relationships/oleObject" Target="embeddings/Microsoft_Equation22.bin"/><Relationship Id="rId59" Type="http://schemas.openxmlformats.org/officeDocument/2006/relationships/image" Target="media/image29.emf"/><Relationship Id="rId40" Type="http://schemas.openxmlformats.org/officeDocument/2006/relationships/image" Target="media/image18.emf"/><Relationship Id="rId41" Type="http://schemas.openxmlformats.org/officeDocument/2006/relationships/oleObject" Target="embeddings/Microsoft_Equation15.bin"/><Relationship Id="rId42" Type="http://schemas.openxmlformats.org/officeDocument/2006/relationships/image" Target="media/image19.emf"/><Relationship Id="rId43" Type="http://schemas.openxmlformats.org/officeDocument/2006/relationships/oleObject" Target="embeddings/Microsoft_Equation16.bin"/><Relationship Id="rId44" Type="http://schemas.openxmlformats.org/officeDocument/2006/relationships/image" Target="media/image20.emf"/><Relationship Id="rId45" Type="http://schemas.openxmlformats.org/officeDocument/2006/relationships/oleObject" Target="embeddings/Microsoft_Equation17.bin"/><Relationship Id="rId46" Type="http://schemas.openxmlformats.org/officeDocument/2006/relationships/image" Target="media/image21.png"/><Relationship Id="rId47" Type="http://schemas.openxmlformats.org/officeDocument/2006/relationships/image" Target="media/image22.wmf"/><Relationship Id="rId48" Type="http://schemas.openxmlformats.org/officeDocument/2006/relationships/oleObject" Target="embeddings/Microsoft_Equation18.bin"/><Relationship Id="rId49" Type="http://schemas.openxmlformats.org/officeDocument/2006/relationships/image" Target="media/image23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30" Type="http://schemas.openxmlformats.org/officeDocument/2006/relationships/oleObject" Target="embeddings/Microsoft_Equation10.bin"/><Relationship Id="rId31" Type="http://schemas.openxmlformats.org/officeDocument/2006/relationships/image" Target="media/image13.emf"/><Relationship Id="rId32" Type="http://schemas.openxmlformats.org/officeDocument/2006/relationships/oleObject" Target="embeddings/Microsoft_Equation11.bin"/><Relationship Id="rId33" Type="http://schemas.openxmlformats.org/officeDocument/2006/relationships/image" Target="media/image14.emf"/><Relationship Id="rId34" Type="http://schemas.openxmlformats.org/officeDocument/2006/relationships/oleObject" Target="embeddings/Microsoft_Equation12.bin"/><Relationship Id="rId35" Type="http://schemas.openxmlformats.org/officeDocument/2006/relationships/image" Target="media/image15.emf"/><Relationship Id="rId36" Type="http://schemas.openxmlformats.org/officeDocument/2006/relationships/oleObject" Target="embeddings/Microsoft_Equation13.bin"/><Relationship Id="rId37" Type="http://schemas.openxmlformats.org/officeDocument/2006/relationships/image" Target="media/image16.emf"/><Relationship Id="rId38" Type="http://schemas.openxmlformats.org/officeDocument/2006/relationships/oleObject" Target="embeddings/Microsoft_Equation14.bin"/><Relationship Id="rId39" Type="http://schemas.openxmlformats.org/officeDocument/2006/relationships/image" Target="media/image17.gif"/><Relationship Id="rId20" Type="http://schemas.openxmlformats.org/officeDocument/2006/relationships/oleObject" Target="embeddings/Microsoft_Equation6.bin"/><Relationship Id="rId21" Type="http://schemas.openxmlformats.org/officeDocument/2006/relationships/image" Target="media/image7.emf"/><Relationship Id="rId22" Type="http://schemas.openxmlformats.org/officeDocument/2006/relationships/oleObject" Target="embeddings/Microsoft_Equation7.bin"/><Relationship Id="rId23" Type="http://schemas.openxmlformats.org/officeDocument/2006/relationships/image" Target="media/image8.emf"/><Relationship Id="rId24" Type="http://schemas.openxmlformats.org/officeDocument/2006/relationships/oleObject" Target="embeddings/Microsoft_Equation8.bin"/><Relationship Id="rId25" Type="http://schemas.openxmlformats.org/officeDocument/2006/relationships/image" Target="media/image9.jpeg"/><Relationship Id="rId26" Type="http://schemas.openxmlformats.org/officeDocument/2006/relationships/image" Target="media/image10.png"/><Relationship Id="rId27" Type="http://schemas.openxmlformats.org/officeDocument/2006/relationships/image" Target="media/image11.wmf"/><Relationship Id="rId28" Type="http://schemas.openxmlformats.org/officeDocument/2006/relationships/oleObject" Target="embeddings/Microsoft_Equation9.bin"/><Relationship Id="rId29" Type="http://schemas.openxmlformats.org/officeDocument/2006/relationships/image" Target="media/image12.wmf"/><Relationship Id="rId60" Type="http://schemas.openxmlformats.org/officeDocument/2006/relationships/oleObject" Target="embeddings/Microsoft_Equation23.bin"/><Relationship Id="rId61" Type="http://schemas.openxmlformats.org/officeDocument/2006/relationships/image" Target="media/image30.emf"/><Relationship Id="rId62" Type="http://schemas.openxmlformats.org/officeDocument/2006/relationships/oleObject" Target="embeddings/Microsoft_Equation24.bin"/><Relationship Id="rId10" Type="http://schemas.openxmlformats.org/officeDocument/2006/relationships/oleObject" Target="embeddings/Microsoft_Equation1.bin"/><Relationship Id="rId11" Type="http://schemas.openxmlformats.org/officeDocument/2006/relationships/image" Target="media/image2.emf"/><Relationship Id="rId12" Type="http://schemas.openxmlformats.org/officeDocument/2006/relationships/oleObject" Target="embeddings/Microsoft_Equation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493A09-79F6-3D4F-A0EB-74E5A0DE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\Users\lyarrington\AppData\Local\Microsoft\Windows\Temporary Internet Files\Content.Outlook\GAV30RU3\11th Grade Document Template docx.dotx</Template>
  <TotalTime>98</TotalTime>
  <Pages>10</Pages>
  <Words>985</Words>
  <Characters>5618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Michelle Fischer</cp:lastModifiedBy>
  <cp:revision>23</cp:revision>
  <cp:lastPrinted>2013-01-03T00:30:00Z</cp:lastPrinted>
  <dcterms:created xsi:type="dcterms:W3CDTF">2013-01-02T00:58:00Z</dcterms:created>
  <dcterms:modified xsi:type="dcterms:W3CDTF">2013-01-04T08:12:00Z</dcterms:modified>
</cp:coreProperties>
</file>